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A16FCA">
        <w:tc>
          <w:tcPr>
            <w:tcW w:w="1398" w:type="dxa"/>
          </w:tcPr>
          <w:p w14:paraId="2EE70C10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F049B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Testo di capitolato</w:t>
            </w:r>
          </w:p>
        </w:tc>
      </w:tr>
      <w:tr w:rsidR="000A3748" w14:paraId="2503D0A4" w14:textId="77777777" w:rsidTr="00A16FCA">
        <w:tc>
          <w:tcPr>
            <w:tcW w:w="1398" w:type="dxa"/>
          </w:tcPr>
          <w:p w14:paraId="778F0254" w14:textId="073C21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02709540</w:t>
            </w:r>
          </w:p>
        </w:tc>
        <w:tc>
          <w:tcPr>
            <w:tcW w:w="2297" w:type="dxa"/>
          </w:tcPr>
          <w:p w14:paraId="28DB69F4" w14:textId="0850E4E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 lettura diretta caldo/freddo</w:t>
            </w:r>
          </w:p>
          <w:p w14:paraId="047C8C3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2DE85DB8" w14:textId="0EC8324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 – 1,2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139D042" w14:textId="1155F53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bookmarkStart w:id="0" w:name="OLE_LINK1"/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1F7581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8FAEAE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D119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bookmarkEnd w:id="0"/>
          <w:p w14:paraId="37E6F49D" w14:textId="346D326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242EE9F" w14:textId="649C12B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4CC91D75" w14:textId="63EFFE8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A7BE738" w14:textId="1C2FEF2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E6247C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B678CF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4E98592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5A19452" w14:textId="4428EF2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62C3F57D" w14:textId="66C8AB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2ADA53D" w14:textId="62FB10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AA8CD0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28CF7F42" w14:textId="08F994D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B51D36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4D27FAB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11CB53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4050D363" w14:textId="3D8CF78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77CA594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28CFCA3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A2693E0" w14:textId="505466F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0,6 – 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5EC2C25F" w14:textId="77777777" w:rsidTr="00A16FCA">
        <w:tc>
          <w:tcPr>
            <w:tcW w:w="1398" w:type="dxa"/>
          </w:tcPr>
          <w:p w14:paraId="1E67FC5F" w14:textId="6195142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02709542</w:t>
            </w:r>
          </w:p>
        </w:tc>
        <w:tc>
          <w:tcPr>
            <w:tcW w:w="2297" w:type="dxa"/>
          </w:tcPr>
          <w:p w14:paraId="72284DD6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01EC89D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1D8DBA6B" w14:textId="45B0B13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1,5 –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78BE6BAC" w14:textId="49E15A4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C35A2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0A6882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FC2CAC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EE97F78" w14:textId="46EE70D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ECBF642" w14:textId="1B8296D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01B32FC0" w14:textId="15C54E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3B9032" w14:textId="1E205CB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17B7E4" w14:textId="6E95CDE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2F67B9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4F15BC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6A5AB30A" w14:textId="31E089F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34936711" w14:textId="5D65154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5E5C840" w14:textId="288C8D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B40074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526337CE" w14:textId="0C47D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360C8F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30A20C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6698D1A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FAFDFA5" w14:textId="5BCECD2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923669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0E23FB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8FEEA3" w14:textId="46BF19C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DN 15 1,5 –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08415134" w14:textId="77777777" w:rsidTr="00A16FCA">
        <w:tc>
          <w:tcPr>
            <w:tcW w:w="1398" w:type="dxa"/>
          </w:tcPr>
          <w:p w14:paraId="70A7AA93" w14:textId="0FD5FB2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02709544</w:t>
            </w:r>
          </w:p>
        </w:tc>
        <w:tc>
          <w:tcPr>
            <w:tcW w:w="2297" w:type="dxa"/>
          </w:tcPr>
          <w:p w14:paraId="587BBA71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411F5F5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8621B45" w14:textId="77B4F3E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 – 5,0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903EE41" w14:textId="58F12F8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6D8284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2D8DFE8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B69D5C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63C4774" w14:textId="7CD2533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18E2481" w14:textId="70470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351B29E7" w14:textId="213693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234FDE" w14:textId="552150E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BBBE66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5282762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1FB784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57413765" w14:textId="000CEDF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BF6F92D" w14:textId="40BFD7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4CC22B3C" w14:textId="6DF3D2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0016840" w14:textId="4791EE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10935B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395E9E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E00BD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D8037E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3AEE4FF2" w14:textId="6CFCFA6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37DD07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6CB2CE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164AD4" w14:textId="73A4AEE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 – 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</w:t>
            </w:r>
            <w:r w:rsidR="00E655F6">
              <w:rPr>
                <w:rFonts w:ascii="Poppins" w:hAnsi="Poppins" w:cs="Poppins"/>
                <w:color w:val="000000" w:themeColor="text1"/>
                <w:sz w:val="20"/>
              </w:rPr>
              <w:t>.</w:t>
            </w:r>
          </w:p>
        </w:tc>
      </w:tr>
      <w:tr w:rsidR="000A3748" w14:paraId="0912C682" w14:textId="77777777" w:rsidTr="00A16FCA">
        <w:tc>
          <w:tcPr>
            <w:tcW w:w="1398" w:type="dxa"/>
          </w:tcPr>
          <w:p w14:paraId="4CD4F57B" w14:textId="209AD6A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02709580</w:t>
            </w:r>
          </w:p>
        </w:tc>
        <w:tc>
          <w:tcPr>
            <w:tcW w:w="2297" w:type="dxa"/>
          </w:tcPr>
          <w:p w14:paraId="730996EA" w14:textId="7AED40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</w:tc>
        <w:tc>
          <w:tcPr>
            <w:tcW w:w="5803" w:type="dxa"/>
          </w:tcPr>
          <w:p w14:paraId="0EFF51F3" w14:textId="4C0FD1D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  <w:p w14:paraId="73F78AC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A92DF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tecnici:</w:t>
            </w:r>
          </w:p>
          <w:p w14:paraId="6F9FFB8E" w14:textId="6360230A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Ingresso: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Vac</w:t>
            </w:r>
          </w:p>
          <w:p w14:paraId="6782792F" w14:textId="2DC104EC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Uscita: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Vdc</w:t>
            </w:r>
          </w:p>
          <w:p w14:paraId="136FF0FF" w14:textId="77777777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IP65</w:t>
            </w:r>
          </w:p>
          <w:p w14:paraId="487D0F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9C6D1D" w14:textId="0CACF3F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Alimentatore 2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o equivalente.</w:t>
            </w:r>
          </w:p>
        </w:tc>
      </w:tr>
      <w:tr w:rsidR="000A3748" w14:paraId="6E2FFAE9" w14:textId="77777777" w:rsidTr="00A16FCA">
        <w:tc>
          <w:tcPr>
            <w:tcW w:w="1398" w:type="dxa"/>
          </w:tcPr>
          <w:p w14:paraId="30561BF4" w14:textId="2549CBA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02708188</w:t>
            </w:r>
          </w:p>
        </w:tc>
        <w:tc>
          <w:tcPr>
            <w:tcW w:w="2297" w:type="dxa"/>
          </w:tcPr>
          <w:p w14:paraId="1B157A64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22051553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1/2” x (M10x1) x 1/2”</w:t>
            </w:r>
          </w:p>
          <w:p w14:paraId="7C2DD74B" w14:textId="28DE836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380FDB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Tee portasonda avente attacchi F 1/2”, e riduzione 1/2” – (M10x1) per l’installazione della sonda di mandata del misuratore di energia.</w:t>
            </w:r>
          </w:p>
          <w:p w14:paraId="5370CE2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36DFAE" w14:textId="635B842F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1/2” x (M10x1) x 1/2”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o equivalente.</w:t>
            </w:r>
          </w:p>
        </w:tc>
      </w:tr>
      <w:tr w:rsidR="000A3748" w14:paraId="50035706" w14:textId="77777777" w:rsidTr="00A16FCA">
        <w:tc>
          <w:tcPr>
            <w:tcW w:w="1398" w:type="dxa"/>
          </w:tcPr>
          <w:p w14:paraId="41B9C1A4" w14:textId="0641C8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02708190</w:t>
            </w:r>
          </w:p>
        </w:tc>
        <w:tc>
          <w:tcPr>
            <w:tcW w:w="2297" w:type="dxa"/>
          </w:tcPr>
          <w:p w14:paraId="24C4F580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330AF017" w14:textId="769B1D19" w:rsidR="000A3748" w:rsidRPr="00F049B5" w:rsidRDefault="00EE2606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 xml:space="preserve">/4” x (M10x1) x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/4”</w:t>
            </w:r>
          </w:p>
          <w:p w14:paraId="459A6120" w14:textId="772E91A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45A96BDC" w14:textId="26F05C8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/4”, e riduzione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– (M10x1) per l’installazione della sonda di mandata del misuratore di energia.</w:t>
            </w:r>
          </w:p>
          <w:p w14:paraId="0F9BB80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09DC7B5" w14:textId="55D740B6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/4” x (M10x1) x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o equivalente.</w:t>
            </w:r>
          </w:p>
        </w:tc>
      </w:tr>
      <w:tr w:rsidR="000A3748" w14:paraId="7C4ED788" w14:textId="77777777" w:rsidTr="00A16FCA">
        <w:tc>
          <w:tcPr>
            <w:tcW w:w="1398" w:type="dxa"/>
          </w:tcPr>
          <w:p w14:paraId="2B2E6D14" w14:textId="3292199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9708</w:t>
            </w:r>
          </w:p>
        </w:tc>
        <w:tc>
          <w:tcPr>
            <w:tcW w:w="2297" w:type="dxa"/>
          </w:tcPr>
          <w:p w14:paraId="475FADB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48716473" w14:textId="3C973E7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11440292" w14:textId="12A5EBA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9235C6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9BB7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CE32C5C" w14:textId="1EFD833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229B990" w14:textId="482ECE9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5C0919E" w14:textId="1C5A5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79F3F1B" w14:textId="5C5125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2344A71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BCA93EB" w14:textId="6F052C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599563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68C7C01" w14:textId="7354E5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767E02E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85B295F" w14:textId="76F7A10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6CD084B6" w14:textId="77777777" w:rsidTr="00A16FCA">
        <w:tc>
          <w:tcPr>
            <w:tcW w:w="1398" w:type="dxa"/>
          </w:tcPr>
          <w:p w14:paraId="77AF7B2F" w14:textId="7E3E8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716</w:t>
            </w:r>
          </w:p>
        </w:tc>
        <w:tc>
          <w:tcPr>
            <w:tcW w:w="2297" w:type="dxa"/>
          </w:tcPr>
          <w:p w14:paraId="0616FF3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32C6B383" w14:textId="3B49B32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156BA928" w14:textId="49087C4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E4514E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3FFD0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00DA8282" w14:textId="29BCFA2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CD78F6" w14:textId="1408BEB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A65700" w14:textId="129CB2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1A6473F1" w14:textId="50DFA6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1AC0AF55" w14:textId="7DCEA53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D130DF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0F0CB9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6301ACB" w14:textId="5652FC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E80E1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A5F15B5" w14:textId="74F4A2D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SJ PLUS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DN 20 o equivalente.</w:t>
            </w:r>
          </w:p>
        </w:tc>
      </w:tr>
      <w:tr w:rsidR="000A3748" w:rsidRPr="00013A5B" w14:paraId="7C76AF6F" w14:textId="77777777" w:rsidTr="00A16FCA">
        <w:tc>
          <w:tcPr>
            <w:tcW w:w="1398" w:type="dxa"/>
          </w:tcPr>
          <w:p w14:paraId="168030A8" w14:textId="10B3F4D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9706</w:t>
            </w:r>
          </w:p>
        </w:tc>
        <w:tc>
          <w:tcPr>
            <w:tcW w:w="2297" w:type="dxa"/>
          </w:tcPr>
          <w:p w14:paraId="29BEB5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3749451A" w14:textId="1453145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240CEAF" w14:textId="37E00BC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B45F16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54BEB5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2C905567" w14:textId="5A8E273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29205E" w14:textId="20831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CB88B9" w14:textId="34CAD12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748DB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510B44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8414FE0" w14:textId="56309D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CA20C7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FC4B44E" w14:textId="1CC91FF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845D8F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41ECBA2" w14:textId="77B4937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</w:t>
            </w:r>
            <w:r w:rsidR="00EC652D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34DB02FF" w14:textId="77777777" w:rsidTr="00A16FCA">
        <w:tc>
          <w:tcPr>
            <w:tcW w:w="1398" w:type="dxa"/>
          </w:tcPr>
          <w:p w14:paraId="70352E42" w14:textId="0FF7E64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714</w:t>
            </w:r>
          </w:p>
        </w:tc>
        <w:tc>
          <w:tcPr>
            <w:tcW w:w="2297" w:type="dxa"/>
          </w:tcPr>
          <w:p w14:paraId="0758611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0230DF4C" w14:textId="6491C70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478C8A24" w14:textId="0C108D8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59C6EE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5870D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4EE7E04" w14:textId="1F1E05C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652DFB" w14:textId="7FD920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0A1B772" w14:textId="6FDE21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070772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43B7A399" w14:textId="3E0EC41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770BF8F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215A70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594D9BB" w14:textId="0C35CFD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5A7194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5AF65A4" w14:textId="33CCECF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o equivalente.</w:t>
            </w:r>
          </w:p>
        </w:tc>
      </w:tr>
      <w:tr w:rsidR="000A3748" w:rsidRPr="00013A5B" w14:paraId="3EE30F78" w14:textId="77777777" w:rsidTr="00A16FCA">
        <w:tc>
          <w:tcPr>
            <w:tcW w:w="1398" w:type="dxa"/>
          </w:tcPr>
          <w:p w14:paraId="510EAFE0" w14:textId="50324CC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54</w:t>
            </w:r>
          </w:p>
        </w:tc>
        <w:tc>
          <w:tcPr>
            <w:tcW w:w="2297" w:type="dxa"/>
          </w:tcPr>
          <w:p w14:paraId="3688ACE3" w14:textId="1A4CEDB4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/4" – </w:t>
            </w:r>
          </w:p>
          <w:p w14:paraId="6D4EC17A" w14:textId="345D53C9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110 mm</w:t>
            </w:r>
          </w:p>
        </w:tc>
        <w:tc>
          <w:tcPr>
            <w:tcW w:w="5803" w:type="dxa"/>
          </w:tcPr>
          <w:p w14:paraId="7B641F41" w14:textId="205C28E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Tronchetto in plastica, avente lunghezza 110 mm e attacchi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/4”.</w:t>
            </w:r>
          </w:p>
          <w:p w14:paraId="4B100DA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DN15.</w:t>
            </w:r>
          </w:p>
          <w:p w14:paraId="41E7ADA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9A134B" w14:textId="248FC68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– L 110 mm o equivalente.</w:t>
            </w:r>
          </w:p>
        </w:tc>
      </w:tr>
      <w:tr w:rsidR="000A3748" w:rsidRPr="00013A5B" w14:paraId="492D28F9" w14:textId="77777777" w:rsidTr="00A16FCA">
        <w:tc>
          <w:tcPr>
            <w:tcW w:w="1398" w:type="dxa"/>
          </w:tcPr>
          <w:p w14:paraId="27D545BD" w14:textId="2226CF8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58</w:t>
            </w:r>
          </w:p>
        </w:tc>
        <w:tc>
          <w:tcPr>
            <w:tcW w:w="2297" w:type="dxa"/>
          </w:tcPr>
          <w:p w14:paraId="67618CE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1" – </w:t>
            </w:r>
          </w:p>
          <w:p w14:paraId="46AE7AF6" w14:textId="59622C5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mm</w:t>
            </w:r>
          </w:p>
        </w:tc>
        <w:tc>
          <w:tcPr>
            <w:tcW w:w="5803" w:type="dxa"/>
          </w:tcPr>
          <w:p w14:paraId="2F9136C6" w14:textId="732536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Tronchetto in plastica, avente lunghezza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mm e attacchi 1”.</w:t>
            </w:r>
          </w:p>
          <w:p w14:paraId="70EF0FE9" w14:textId="62135F6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42508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8ED924" w14:textId="207197F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1" – L 1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 mm o equivalente.</w:t>
            </w:r>
          </w:p>
        </w:tc>
      </w:tr>
      <w:tr w:rsidR="000A3748" w:rsidRPr="00013A5B" w14:paraId="7926886A" w14:textId="77777777" w:rsidTr="00A16FCA">
        <w:tc>
          <w:tcPr>
            <w:tcW w:w="1398" w:type="dxa"/>
          </w:tcPr>
          <w:p w14:paraId="6489ABB3" w14:textId="2C2DB09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02708098</w:t>
            </w:r>
          </w:p>
        </w:tc>
        <w:tc>
          <w:tcPr>
            <w:tcW w:w="2297" w:type="dxa"/>
          </w:tcPr>
          <w:p w14:paraId="6FDC3EA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0913402C" w14:textId="002C2BFC" w:rsidR="000A3748" w:rsidRPr="00F049B5" w:rsidRDefault="00EE2606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F x 1/2" M</w:t>
            </w:r>
          </w:p>
        </w:tc>
        <w:tc>
          <w:tcPr>
            <w:tcW w:w="5803" w:type="dxa"/>
          </w:tcPr>
          <w:p w14:paraId="2FBC8513" w14:textId="4B858C5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F e da 2 codoli 1/2” M, per misuratori di energia e contatori volumetrici DN15.</w:t>
            </w:r>
          </w:p>
          <w:p w14:paraId="6E49E9A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4D4F779" w14:textId="3ABDB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F x 1/2" M o equivalente.</w:t>
            </w:r>
          </w:p>
        </w:tc>
      </w:tr>
      <w:tr w:rsidR="000A3748" w:rsidRPr="00013A5B" w14:paraId="64AE8D94" w14:textId="77777777" w:rsidTr="00A16FCA">
        <w:tc>
          <w:tcPr>
            <w:tcW w:w="1398" w:type="dxa"/>
          </w:tcPr>
          <w:p w14:paraId="375AA0DE" w14:textId="177A5CD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02708110</w:t>
            </w:r>
          </w:p>
        </w:tc>
        <w:tc>
          <w:tcPr>
            <w:tcW w:w="2297" w:type="dxa"/>
          </w:tcPr>
          <w:p w14:paraId="4C48F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ADA3ECA" w14:textId="088B6DC6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1"F x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M</w:t>
            </w:r>
          </w:p>
        </w:tc>
        <w:tc>
          <w:tcPr>
            <w:tcW w:w="5803" w:type="dxa"/>
          </w:tcPr>
          <w:p w14:paraId="2D2CB312" w14:textId="3BE87B5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1” F e da 2 codoli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M, per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26DE945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1A79291" w14:textId="177B5C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/4" F x 1/2" M o equivalente.</w:t>
            </w:r>
          </w:p>
        </w:tc>
      </w:tr>
      <w:tr w:rsidR="000A3748" w:rsidRPr="00013A5B" w14:paraId="531661D7" w14:textId="77777777" w:rsidTr="00A16FCA">
        <w:tc>
          <w:tcPr>
            <w:tcW w:w="1398" w:type="dxa"/>
          </w:tcPr>
          <w:p w14:paraId="47C50797" w14:textId="1CB4552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02709546</w:t>
            </w:r>
          </w:p>
        </w:tc>
        <w:tc>
          <w:tcPr>
            <w:tcW w:w="2297" w:type="dxa"/>
          </w:tcPr>
          <w:p w14:paraId="4D3400DA" w14:textId="2E4CAA4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F1187C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6CC0FECC" w14:textId="6F1427F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1,2 m</w:t>
            </w:r>
            <w:r w:rsidR="00D14A15" w:rsidRPr="00D14A1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48B1F3E5" w14:textId="0E421920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6DE674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D07AA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A2C65D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44D1BD7" w14:textId="3692FEE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5D31DC4C" w14:textId="173E8D1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CDD3D9A" w14:textId="2DAD2E0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2E912FA9" w14:textId="14B7C8F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2DE43C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3DA29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1372B8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332A164E" w14:textId="49D9DFF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0A66E06" w14:textId="2E55BE7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3BD7C528" w14:textId="7EF35D8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FB3557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7DE19595" w14:textId="7DAAC99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23464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F022C98" w14:textId="51A99F7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D14B86">
              <w:rPr>
                <w:rFonts w:ascii="Poppins" w:hAnsi="Poppins" w:cs="Poppins"/>
                <w:color w:val="000000" w:themeColor="text1"/>
              </w:rPr>
              <w:t>3/4</w:t>
            </w:r>
            <w:r w:rsidRPr="00F049B5">
              <w:rPr>
                <w:rFonts w:ascii="Poppins" w:hAnsi="Poppins" w:cs="Poppins"/>
                <w:color w:val="000000" w:themeColor="text1"/>
              </w:rPr>
              <w:t>” maschio</w:t>
            </w:r>
          </w:p>
          <w:p w14:paraId="5175A5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296D2AB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La batteria è garantita 4 anni dalla data di vendita. </w:t>
            </w:r>
          </w:p>
          <w:p w14:paraId="5C0D29A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0034D07" w14:textId="0D5C9D0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9AEADD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5D5079C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2FBDB3C" w14:textId="1589BB0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ingressi impulsivi DN 15 0,6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</w:rPr>
              <w:t>-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/h o equivalente.</w:t>
            </w:r>
          </w:p>
        </w:tc>
      </w:tr>
      <w:tr w:rsidR="000A3748" w:rsidRPr="00E655F6" w14:paraId="1275BE7D" w14:textId="77777777" w:rsidTr="00A16FCA">
        <w:tc>
          <w:tcPr>
            <w:tcW w:w="1398" w:type="dxa"/>
          </w:tcPr>
          <w:p w14:paraId="01DA8630" w14:textId="4A198BB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02709548</w:t>
            </w:r>
          </w:p>
        </w:tc>
        <w:tc>
          <w:tcPr>
            <w:tcW w:w="2297" w:type="dxa"/>
          </w:tcPr>
          <w:p w14:paraId="5112B2B1" w14:textId="49CDDF0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55E12C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375A849A" w14:textId="3F3F720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1,5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7379B9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18A4A892" w14:textId="73819A13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7FE39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58EFD18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45D6B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94B5744" w14:textId="7984EF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A5FA04D" w14:textId="393CD85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1957739" w14:textId="1A0E58F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0BA9F5" w14:textId="78F5110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0841D8E" w14:textId="78FA2E1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76EACA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6BE325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041E3E2E" w14:textId="255E04F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17441DE4" w14:textId="0CBC6A1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2B3B69A1" w14:textId="179843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150090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167611BB" w14:textId="76414A3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A92E66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009E1BD2" w14:textId="0FCF483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C9DFA5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6398C3A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696B4E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EA62C6E" w14:textId="5EAB8AE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80321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4B3649E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69DE563" w14:textId="30A6CEC8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DN 15 1,5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-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/h o equivalente.</w:t>
            </w:r>
          </w:p>
        </w:tc>
      </w:tr>
      <w:tr w:rsidR="000A3748" w:rsidRPr="00E655F6" w14:paraId="7901CADB" w14:textId="77777777" w:rsidTr="00A16FCA">
        <w:tc>
          <w:tcPr>
            <w:tcW w:w="1398" w:type="dxa"/>
          </w:tcPr>
          <w:p w14:paraId="6CC3D76F" w14:textId="54D02BD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02709550</w:t>
            </w:r>
          </w:p>
        </w:tc>
        <w:tc>
          <w:tcPr>
            <w:tcW w:w="2297" w:type="dxa"/>
          </w:tcPr>
          <w:p w14:paraId="512DDF4B" w14:textId="6502291D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67DC2F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02CAFBE" w14:textId="5E0217A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5,0 m</w:t>
            </w:r>
            <w:r w:rsidR="00EE2606" w:rsidRPr="00341C3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09B528FD" w14:textId="2CD2CBD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5F237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85438D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214BFB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10B606A" w14:textId="785D949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6C7E9E4B" w14:textId="583600D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08B90A4" w14:textId="098A43C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538C4EA" w14:textId="6072DAB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3DE6F69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608FA1F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0144DA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99120F4" w14:textId="75AC19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5FAA07B5" w14:textId="4A100B6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8F6929B" w14:textId="7E92065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466314B5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621E39C5" w14:textId="7928BC1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C9B287D" w14:textId="19B7C0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76D08C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CF7353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52C1D7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187467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6DA84436" w14:textId="22ADF5E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B4DAFF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1E63B92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5ECD96" w14:textId="500A4AC6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:rsidRPr="00013A5B" w14:paraId="23BDA4E1" w14:textId="77777777" w:rsidTr="00A16FCA">
        <w:tc>
          <w:tcPr>
            <w:tcW w:w="1398" w:type="dxa"/>
          </w:tcPr>
          <w:p w14:paraId="6B89CF72" w14:textId="710BA01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9712</w:t>
            </w:r>
          </w:p>
        </w:tc>
        <w:tc>
          <w:tcPr>
            <w:tcW w:w="2297" w:type="dxa"/>
          </w:tcPr>
          <w:p w14:paraId="4D7A2AE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2CC5B7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54DEFBD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20E8264D" w14:textId="097045BE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33304D4F" w14:textId="717DD1D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F12ADE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6AA59D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6E9089E2" w14:textId="479597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06870E" w14:textId="45902FC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7809EA" w14:textId="3C10C27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3212A14" w14:textId="293DBD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6A58137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4FEF79AC" w14:textId="6AE5212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11B933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09EBE673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9F47D1B" w14:textId="72EAF43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bookmarkStart w:id="1" w:name="OLE_LINK4"/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bookmarkEnd w:id="1"/>
          <w:p w14:paraId="737038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5122261" w14:textId="66EEB13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23C63C9F" w14:textId="77777777" w:rsidTr="00A16FCA">
        <w:tc>
          <w:tcPr>
            <w:tcW w:w="1398" w:type="dxa"/>
          </w:tcPr>
          <w:p w14:paraId="665FE37C" w14:textId="005E401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720</w:t>
            </w:r>
          </w:p>
        </w:tc>
        <w:tc>
          <w:tcPr>
            <w:tcW w:w="2297" w:type="dxa"/>
          </w:tcPr>
          <w:p w14:paraId="191C73E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73977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155F21C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07A70044" w14:textId="7D9FDB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78A2B8E4" w14:textId="38B8FA9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59BEDC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FCC06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06D3D15" w14:textId="002ADE7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9CCFB10" w14:textId="3E9179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7C863A3" w14:textId="47046C1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3DA3415A" w14:textId="6BA3C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3B0EEB11" w14:textId="33DD32C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465CCF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71802AC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5CF69E5D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C262FEC" w14:textId="4B9BAB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60095E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CC1D99E" w14:textId="0DED932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0A3748" w:rsidRPr="00013A5B" w14:paraId="70BF8B96" w14:textId="77777777" w:rsidTr="00A16FCA">
        <w:tc>
          <w:tcPr>
            <w:tcW w:w="1398" w:type="dxa"/>
          </w:tcPr>
          <w:p w14:paraId="09F45E3B" w14:textId="4AF9CE7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9710</w:t>
            </w:r>
          </w:p>
        </w:tc>
        <w:tc>
          <w:tcPr>
            <w:tcW w:w="2297" w:type="dxa"/>
          </w:tcPr>
          <w:p w14:paraId="5F2A2A6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FA8DF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3C93DD1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7ECFAF1C" w14:textId="0F94907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17632E4" w14:textId="6D8985E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E8B27A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7B7BF3F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D4A8E69" w14:textId="25133E5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04649F5" w14:textId="5506749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90007C" w14:textId="463EB63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766F95FF" w14:textId="2DB1620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</w:t>
            </w:r>
            <w:r w:rsidR="000B234D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1DA48B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E23FEFA" w14:textId="3837E6B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65F991A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32550BB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AFE5E5" w14:textId="3F6C68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0E13375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7DAF6D" w14:textId="5F91BAEA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5CA50F0A" w14:textId="77777777" w:rsidTr="00A16FCA">
        <w:tc>
          <w:tcPr>
            <w:tcW w:w="1398" w:type="dxa"/>
          </w:tcPr>
          <w:p w14:paraId="1E97B800" w14:textId="09C1DCB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718</w:t>
            </w:r>
          </w:p>
        </w:tc>
        <w:tc>
          <w:tcPr>
            <w:tcW w:w="2297" w:type="dxa"/>
          </w:tcPr>
          <w:p w14:paraId="5AD27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56BEF2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7671CA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3D7A8D46" w14:textId="06807A9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09EAF74D" w14:textId="3A4704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61E0AA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8BA60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D6D099A" w14:textId="4025F6B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B160F1D" w14:textId="7BF37F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84ED841" w14:textId="655E470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3CAEDE3" w14:textId="154125B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664F23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B14E0C0" w14:textId="2059BA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AFF03F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446CE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B5AB31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1955D4F" w14:textId="3AEC99B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3A29858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18A95E4" w14:textId="7EAF5B4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216524" w:rsidRPr="00013A5B" w14:paraId="68CBACAB" w14:textId="77777777" w:rsidTr="00A16FCA">
        <w:tc>
          <w:tcPr>
            <w:tcW w:w="1398" w:type="dxa"/>
          </w:tcPr>
          <w:p w14:paraId="52637B5F" w14:textId="49925545" w:rsidR="00216524" w:rsidRPr="00F049B5" w:rsidRDefault="00216524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02709736</w:t>
            </w:r>
          </w:p>
        </w:tc>
        <w:tc>
          <w:tcPr>
            <w:tcW w:w="2297" w:type="dxa"/>
          </w:tcPr>
          <w:p w14:paraId="4D80D456" w14:textId="3F520619" w:rsidR="00216524" w:rsidRPr="00F049B5" w:rsidRDefault="002267A6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DN25 M 1”1/4</w:t>
            </w:r>
          </w:p>
        </w:tc>
        <w:tc>
          <w:tcPr>
            <w:tcW w:w="5803" w:type="dxa"/>
          </w:tcPr>
          <w:p w14:paraId="29F5DD97" w14:textId="1EBA5EFB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F179BFD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2870C8" w14:textId="466F2475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142AF053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31EDE0FA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5842B4C8" w14:textId="1119B5B1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302DCC10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77E6FC" w14:textId="42F0161E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78BDE37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17B370B9" w14:textId="77777777" w:rsidR="007F7C03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lastRenderedPageBreak/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60359B06" w14:textId="27BED155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CC4158C" w14:textId="3BE763B7" w:rsidR="00E95775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="00E95775"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5D955D2E" w14:textId="617D728F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292B46">
              <w:rPr>
                <w:rFonts w:ascii="Poppins" w:hAnsi="Poppins" w:cs="Poppins"/>
                <w:bCs/>
                <w:color w:val="000000" w:themeColor="text1"/>
              </w:rPr>
              <w:t>78,8 l/h</w:t>
            </w:r>
          </w:p>
          <w:p w14:paraId="296B721E" w14:textId="7FCA440A" w:rsidR="00292B46" w:rsidRPr="0015218D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00FBB8D" w14:textId="70AAB577" w:rsidR="00292B46" w:rsidRPr="00292B46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21E4F13" w14:textId="7632250B" w:rsidR="00E95775" w:rsidRP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0A5F51C5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FCC4D64" w14:textId="0BA66AE4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5FA39913" w14:textId="5A07B1BF" w:rsidR="00292B46" w:rsidRPr="00E95775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CD213D">
              <w:rPr>
                <w:rFonts w:ascii="Poppins" w:hAnsi="Poppins" w:cs="Poppins"/>
                <w:bCs/>
                <w:color w:val="000000" w:themeColor="text1"/>
              </w:rPr>
              <w:t>9</w:t>
            </w:r>
          </w:p>
          <w:p w14:paraId="7C3A017B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BC1C5BA" w14:textId="7A87065E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A184A19" w14:textId="77777777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5EC580" w14:textId="4CA4EB02" w:rsidR="00216524" w:rsidRPr="00CD213D" w:rsidRDefault="00CD213D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DN25 M 1”1/4 o equivalente.</w:t>
            </w:r>
          </w:p>
        </w:tc>
      </w:tr>
      <w:tr w:rsidR="00CD213D" w:rsidRPr="00013A5B" w14:paraId="16AEC95F" w14:textId="77777777" w:rsidTr="00A16FCA">
        <w:tc>
          <w:tcPr>
            <w:tcW w:w="1398" w:type="dxa"/>
          </w:tcPr>
          <w:p w14:paraId="5A1B1F44" w14:textId="114BCCE8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02709738</w:t>
            </w:r>
          </w:p>
        </w:tc>
        <w:tc>
          <w:tcPr>
            <w:tcW w:w="2297" w:type="dxa"/>
          </w:tcPr>
          <w:p w14:paraId="5D8B49DF" w14:textId="62915477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DN32 M 1”1/2</w:t>
            </w:r>
          </w:p>
        </w:tc>
        <w:tc>
          <w:tcPr>
            <w:tcW w:w="5803" w:type="dxa"/>
          </w:tcPr>
          <w:p w14:paraId="60E6DE32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E7148F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0C771C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304239C0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7AE46A6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73D94E9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2A882C4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5AD94E9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F36844A" w14:textId="6F99A784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597DD5F6" w14:textId="4033AAEB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4B86185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2613AA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17148345" w14:textId="1749EF66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Portata minima Q1: 125 l/h</w:t>
            </w:r>
          </w:p>
          <w:p w14:paraId="08FCBD1F" w14:textId="129AF3C8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2EFF393" w14:textId="6CAD4CDB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A6039C7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489545EF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1A8B5F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6059C442" w14:textId="368B1F16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kv: 12</w:t>
            </w:r>
          </w:p>
          <w:p w14:paraId="6ECAF7A8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8BE682" w14:textId="57115D95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4116FA72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9DC581" w14:textId="15A7BE41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CD213D" w:rsidRPr="00013A5B" w14:paraId="3C2876D6" w14:textId="77777777" w:rsidTr="00A16FCA">
        <w:tc>
          <w:tcPr>
            <w:tcW w:w="1398" w:type="dxa"/>
          </w:tcPr>
          <w:p w14:paraId="01E59465" w14:textId="772A5F8E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02709740</w:t>
            </w:r>
          </w:p>
        </w:tc>
        <w:tc>
          <w:tcPr>
            <w:tcW w:w="2297" w:type="dxa"/>
          </w:tcPr>
          <w:p w14:paraId="5F7A8AF5" w14:textId="63E06ACB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DN40 M 2”</w:t>
            </w:r>
          </w:p>
        </w:tc>
        <w:tc>
          <w:tcPr>
            <w:tcW w:w="5803" w:type="dxa"/>
          </w:tcPr>
          <w:p w14:paraId="63501C16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5251FC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FE9C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5B58E1E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BDEDD2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2FD77F55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93CA915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2F763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2D7629D" w14:textId="0767B39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7BEF0F2D" w14:textId="33BADA7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1D263201" w14:textId="225171C0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300 mm</w:t>
            </w:r>
          </w:p>
          <w:p w14:paraId="5D58FF31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A42E8CC" w14:textId="67D6BADA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97169F">
              <w:rPr>
                <w:rFonts w:ascii="Poppins" w:hAnsi="Poppins" w:cs="Poppins"/>
                <w:bCs/>
                <w:color w:val="000000" w:themeColor="text1"/>
              </w:rPr>
              <w:t>200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33E9A676" w14:textId="6893CCF6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5A3DA3B" w14:textId="0568DAD3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9F7C95A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51F432D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04F8EA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2720F5D0" w14:textId="082B2EE4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</w:t>
            </w:r>
          </w:p>
          <w:p w14:paraId="3682EF2D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E572E" w14:textId="410678DC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F0364A4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31AF8C" w14:textId="32284D04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1D2B03" w:rsidRPr="00013A5B" w14:paraId="5D2E5964" w14:textId="77777777" w:rsidTr="00A16FCA">
        <w:tc>
          <w:tcPr>
            <w:tcW w:w="1398" w:type="dxa"/>
          </w:tcPr>
          <w:p w14:paraId="18E18D84" w14:textId="2AAF5976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02709172</w:t>
            </w:r>
          </w:p>
        </w:tc>
        <w:tc>
          <w:tcPr>
            <w:tcW w:w="2297" w:type="dxa"/>
          </w:tcPr>
          <w:p w14:paraId="1FFEC8E3" w14:textId="3F389B82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fredda per alte portate DN25 M 1”1/4</w:t>
            </w:r>
          </w:p>
        </w:tc>
        <w:tc>
          <w:tcPr>
            <w:tcW w:w="5803" w:type="dxa"/>
          </w:tcPr>
          <w:p w14:paraId="5E852352" w14:textId="7C45395B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 w:rsidR="003B3116"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 w:rsidR="00385731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2676914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7F95CCA4" w14:textId="2436D306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174E374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EAB1FEB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lastRenderedPageBreak/>
              <w:t>Dati tecnici:</w:t>
            </w:r>
          </w:p>
          <w:p w14:paraId="75F449A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37BA1F8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7A5836C3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539C3F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41E93A6" w14:textId="2DA9B9CA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883018">
              <w:rPr>
                <w:rFonts w:ascii="Poppins" w:hAnsi="Poppins" w:cs="Poppins"/>
                <w:bCs/>
                <w:color w:val="000000" w:themeColor="text1"/>
              </w:rPr>
              <w:t>39,4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14130965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95C231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EBBC496" w14:textId="15FEEDAB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160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</w:t>
            </w:r>
          </w:p>
          <w:p w14:paraId="2471790C" w14:textId="58972593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03D90EF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44EDF6EB" w14:textId="3D4E3C35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7,9</w:t>
            </w:r>
          </w:p>
          <w:p w14:paraId="782663E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32FD0" w14:textId="25DCFFDD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7DE46D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C6D6E55" w14:textId="0543FA08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DN25 M 1”1/4 o equivalente.</w:t>
            </w:r>
          </w:p>
        </w:tc>
      </w:tr>
      <w:tr w:rsidR="001D2B03" w:rsidRPr="00013A5B" w14:paraId="76CCE9A3" w14:textId="77777777" w:rsidTr="00A16FCA">
        <w:tc>
          <w:tcPr>
            <w:tcW w:w="1398" w:type="dxa"/>
          </w:tcPr>
          <w:p w14:paraId="0B09A48C" w14:textId="61876EEE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02709176</w:t>
            </w:r>
          </w:p>
        </w:tc>
        <w:tc>
          <w:tcPr>
            <w:tcW w:w="2297" w:type="dxa"/>
          </w:tcPr>
          <w:p w14:paraId="0BFA560B" w14:textId="1DAD9DFF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DN32 M 1”1/2</w:t>
            </w:r>
          </w:p>
        </w:tc>
        <w:tc>
          <w:tcPr>
            <w:tcW w:w="5803" w:type="dxa"/>
          </w:tcPr>
          <w:p w14:paraId="312869AD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55949670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03D75DEB" w14:textId="3EE1702B" w:rsidR="00221645" w:rsidRDefault="00221645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7F04A48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0295C08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7DBCA2B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48BAC0B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3F7FE08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7D68AA5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6C91945C" w14:textId="0530A650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62,5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27F58502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0FC73A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FEE4E13" w14:textId="30B42797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435F868" w14:textId="1E2AF418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15878EE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C8183E4" w14:textId="158A85AC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kv: 12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,6</w:t>
            </w:r>
          </w:p>
          <w:p w14:paraId="5FAD8B1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BE7D60" w14:textId="714D8CF1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69DC9B4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C3ACE7" w14:textId="33CAC3F4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1D2B03" w:rsidRPr="00013A5B" w14:paraId="6F7C27B8" w14:textId="77777777" w:rsidTr="00A16FCA">
        <w:tc>
          <w:tcPr>
            <w:tcW w:w="1398" w:type="dxa"/>
          </w:tcPr>
          <w:p w14:paraId="21F9298E" w14:textId="357DCCF9" w:rsidR="001D2B03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02709188</w:t>
            </w:r>
          </w:p>
        </w:tc>
        <w:tc>
          <w:tcPr>
            <w:tcW w:w="2297" w:type="dxa"/>
          </w:tcPr>
          <w:p w14:paraId="6EBBED9F" w14:textId="09C46646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DN40 M 2”</w:t>
            </w:r>
          </w:p>
        </w:tc>
        <w:tc>
          <w:tcPr>
            <w:tcW w:w="5803" w:type="dxa"/>
          </w:tcPr>
          <w:p w14:paraId="711F955C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6DBF24C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1EEB31CA" w14:textId="77777777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61A6479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15E4B1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9F33CE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43746B9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6451765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300 mm</w:t>
            </w:r>
          </w:p>
          <w:p w14:paraId="24360807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47DECA43" w14:textId="5623633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4C11A1">
              <w:rPr>
                <w:rFonts w:ascii="Poppins" w:hAnsi="Poppins" w:cs="Poppins"/>
                <w:bCs/>
                <w:color w:val="000000" w:themeColor="text1"/>
              </w:rPr>
              <w:t>100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49023E63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762031D4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4C24985D" w14:textId="26C97EA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2F5F57D" w14:textId="6A0AFC8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0D77DC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5FFF137" w14:textId="46F91FB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20,2</w:t>
            </w:r>
          </w:p>
          <w:p w14:paraId="46D582E0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AB88D" w14:textId="6DD3B235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569F4A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97E014" w14:textId="552E52BF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0A3748" w:rsidRPr="00013A5B" w14:paraId="31B643DE" w14:textId="77777777" w:rsidTr="00A16FCA">
        <w:tc>
          <w:tcPr>
            <w:tcW w:w="1398" w:type="dxa"/>
          </w:tcPr>
          <w:p w14:paraId="10B8A2CC" w14:textId="3856692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02709664</w:t>
            </w:r>
          </w:p>
        </w:tc>
        <w:tc>
          <w:tcPr>
            <w:tcW w:w="2297" w:type="dxa"/>
          </w:tcPr>
          <w:p w14:paraId="660BC36B" w14:textId="7F4F703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C54D50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0D7E7D9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48A4B4F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1BE460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2B91A1D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CFB3FA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64A1F70" w14:textId="1DC4BA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orizzontale</w:t>
            </w:r>
          </w:p>
        </w:tc>
        <w:tc>
          <w:tcPr>
            <w:tcW w:w="5803" w:type="dxa"/>
          </w:tcPr>
          <w:p w14:paraId="1F38CD11" w14:textId="58D54E2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 xml:space="preserve">, per il calcolo dei consumi di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lastRenderedPageBreak/>
              <w:t>energia termica in regime di riscaldamento e raffrescamento.</w:t>
            </w:r>
          </w:p>
          <w:p w14:paraId="611FD473" w14:textId="0955E77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55149E" w:rsidRPr="00F049B5">
              <w:rPr>
                <w:rFonts w:ascii="Poppins" w:hAnsi="Poppins" w:cs="Poppins"/>
                <w:color w:val="000000" w:themeColor="text1"/>
              </w:rPr>
              <w:t xml:space="preserve"> orizzontale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1D26205D" w14:textId="61A7C33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5AB4486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514B8A1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9FD5DEF" w14:textId="5D93BF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80981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4FC939DB" w14:textId="1A5C30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5BD769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007AD4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0334FAC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2284495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7FEF079" w14:textId="29B79B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BF7134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A5C3D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A8349F" w14:textId="686BAC5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52F791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E93D2DF" w14:textId="6411462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080DBD03" w14:textId="333DD3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218C3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5B08548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9A0BCA7" w14:textId="20072C0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67230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5AF228F" w14:textId="5E66591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5ACDBD96" w14:textId="7F1F2F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1EF043A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4A4CF6C" w14:textId="3B4FB9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25 orizzontale o equivalente.</w:t>
            </w:r>
          </w:p>
        </w:tc>
      </w:tr>
      <w:tr w:rsidR="000A3748" w:rsidRPr="00013A5B" w14:paraId="0A076449" w14:textId="77777777" w:rsidTr="00A16FCA">
        <w:tc>
          <w:tcPr>
            <w:tcW w:w="1398" w:type="dxa"/>
          </w:tcPr>
          <w:p w14:paraId="132CF417" w14:textId="589EFAE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02709666</w:t>
            </w:r>
          </w:p>
        </w:tc>
        <w:tc>
          <w:tcPr>
            <w:tcW w:w="2297" w:type="dxa"/>
          </w:tcPr>
          <w:p w14:paraId="660CDE43" w14:textId="2DA891D3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B7A8D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ED48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59C52E4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C8D016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filettato</w:t>
            </w:r>
          </w:p>
          <w:p w14:paraId="487CB6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73658E52" w14:textId="354D5A7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3E9CE3C2" w14:textId="1A11E5E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3BADFAE1" w14:textId="266404B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333564B0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36F89F5D" w14:textId="2B373D7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B067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41DB2F8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0BA1A25" w14:textId="13E611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89AC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2A5A0EF" w14:textId="1A2838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71BB9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D972B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B78FA1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5B20413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F72BF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702ABB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266B633" w14:textId="71E3D51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296880A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91C03AC" w14:textId="7744AC8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2C5AD22" w14:textId="471713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48FCE6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BEE82E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8210CA6" w14:textId="2F7C7F4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76EEF4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81E1592" w14:textId="1D57AA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452E4A7F" w14:textId="1EC1F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BECB6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DA554E" w14:textId="6B3859D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portare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orizzontale o equivalente.</w:t>
            </w:r>
          </w:p>
        </w:tc>
      </w:tr>
      <w:tr w:rsidR="000A3748" w:rsidRPr="00013A5B" w14:paraId="5FCEE522" w14:textId="77777777" w:rsidTr="00A16FCA">
        <w:tc>
          <w:tcPr>
            <w:tcW w:w="1398" w:type="dxa"/>
          </w:tcPr>
          <w:p w14:paraId="1517AD63" w14:textId="1F3933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02709668</w:t>
            </w:r>
          </w:p>
        </w:tc>
        <w:tc>
          <w:tcPr>
            <w:tcW w:w="2297" w:type="dxa"/>
          </w:tcPr>
          <w:p w14:paraId="7088E3A1" w14:textId="5F06F754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4E9198F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A610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per alte portare</w:t>
            </w:r>
          </w:p>
          <w:p w14:paraId="77DE5BF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287BCD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087AA8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5FA6B12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48636FC7" w14:textId="18E6D50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6A8809D2" w14:textId="603647F7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con contatore a getto multiplo a trasmissione magnetica, certificato in conformità al Dlgs n° 84 del 19/05/2016 (attuazione della direttiva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5BB29808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59A05517" w14:textId="5B916B2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6ED2EB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0425264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20393919" w14:textId="7BC89BA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5031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7582F9AD" w14:textId="2502C73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CB15ED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B8FC3F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555D58C8" w14:textId="049B5F9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Lunghezza senza bocchettoni: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00 mm</w:t>
            </w:r>
          </w:p>
          <w:p w14:paraId="7923D5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EBA292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76CAD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B34518" w14:textId="3F7D493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7B6E923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5BED3D46" w14:textId="05C7E42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7547DDF" w14:textId="469481A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F6DACE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6D8DF7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5E9E75" w14:textId="4C4207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AF1DE3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BE703F4" w14:textId="6E2B4B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88F79E9" w14:textId="563AF73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3344CA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9C403B4" w14:textId="3D2C518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40 orizzontale o equivalente.</w:t>
            </w:r>
          </w:p>
        </w:tc>
      </w:tr>
      <w:tr w:rsidR="000A3748" w:rsidRPr="00013A5B" w14:paraId="7C936E02" w14:textId="77777777" w:rsidTr="00A16FCA">
        <w:tc>
          <w:tcPr>
            <w:tcW w:w="1398" w:type="dxa"/>
          </w:tcPr>
          <w:p w14:paraId="4B6584E5" w14:textId="3EF0325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02709670</w:t>
            </w:r>
          </w:p>
        </w:tc>
        <w:tc>
          <w:tcPr>
            <w:tcW w:w="2297" w:type="dxa"/>
          </w:tcPr>
          <w:p w14:paraId="1FC932DE" w14:textId="5DD2B28C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4B125A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AFE11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FE768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0BAE9FC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4533952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6EE553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0A83510" w14:textId="6048A4A1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5DE0996A" w14:textId="0798FB4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0C6A6B0D" w14:textId="197A372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AC3B66" w:rsidRPr="00F049B5">
              <w:rPr>
                <w:rFonts w:ascii="Poppins" w:hAnsi="Poppins" w:cs="Poppins"/>
                <w:color w:val="000000" w:themeColor="text1"/>
              </w:rPr>
              <w:t xml:space="preserve"> verticale ascendente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699988A5" w14:textId="6204D2E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21C014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768CFE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AFC16ED" w14:textId="47FE9A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08454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5C57BEEA" w14:textId="01B32FE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44015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4F3EA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C66DC3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511A64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C8C5409" w14:textId="62235DA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2E80C95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B7FF92" w14:textId="2461063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36D441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7CFA434" w14:textId="44E5CB5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3DB1FA1" w14:textId="1F43F93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8593AE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236955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30B7B54" w14:textId="189DC17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A8707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9414077" w14:textId="3276E7D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installazione e di utilizzo). La batteria è garantita 2 anni dalla data di vendita. Batteria 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s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7530EC3" w14:textId="2ADFB9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86A40A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008618F" w14:textId="29BBEA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ascendente o equivalente.</w:t>
            </w:r>
          </w:p>
        </w:tc>
      </w:tr>
      <w:tr w:rsidR="000A3748" w:rsidRPr="00013A5B" w14:paraId="15BE6929" w14:textId="77777777" w:rsidTr="00A16FCA">
        <w:tc>
          <w:tcPr>
            <w:tcW w:w="1398" w:type="dxa"/>
          </w:tcPr>
          <w:p w14:paraId="119B0828" w14:textId="44D519D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02709674</w:t>
            </w:r>
          </w:p>
        </w:tc>
        <w:tc>
          <w:tcPr>
            <w:tcW w:w="2297" w:type="dxa"/>
          </w:tcPr>
          <w:p w14:paraId="3E4D460A" w14:textId="3048269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584CDE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DC73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E48127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DF99A6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7BA5313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B5DF5FB" w14:textId="270ED61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039492AB" w14:textId="2EB2605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0C26F8B9" w14:textId="430C0B5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64ADEBF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ascendente sul ritorno con possibilità di installazione sulla mandata.</w:t>
            </w:r>
          </w:p>
          <w:p w14:paraId="502D43A4" w14:textId="740664E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388DC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92E41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7246702C" w14:textId="0FCCB0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34A2BF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F847C04" w14:textId="659B365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96798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FC0DB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4C0042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756D30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8E8A08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0F62C1CC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B15A7E" w14:textId="5EE16A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0E9742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7190674" w14:textId="0637662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61982A2" w14:textId="59000F3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BB5494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4CA27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6C785C" w14:textId="5ADE627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E5259C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84A3687" w14:textId="6457FEF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installazione e di utilizzo). La batteria è garantita 2 anni dalla data di vendita. Batteria sostituibile</w:t>
            </w:r>
          </w:p>
          <w:p w14:paraId="421AA4B9" w14:textId="7475D9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32E123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5CB5D12" w14:textId="0407F3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ascendente o equivalente.</w:t>
            </w:r>
          </w:p>
        </w:tc>
      </w:tr>
      <w:tr w:rsidR="000A3748" w:rsidRPr="00013A5B" w14:paraId="049A3762" w14:textId="77777777" w:rsidTr="00A16FCA">
        <w:tc>
          <w:tcPr>
            <w:tcW w:w="1398" w:type="dxa"/>
          </w:tcPr>
          <w:p w14:paraId="7ADE4332" w14:textId="2B4B50B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02709678</w:t>
            </w:r>
          </w:p>
        </w:tc>
        <w:tc>
          <w:tcPr>
            <w:tcW w:w="2297" w:type="dxa"/>
          </w:tcPr>
          <w:p w14:paraId="03654DF6" w14:textId="723A98E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06C8E0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3F91EDE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5C60695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9B638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5E95DC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640D4C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3BC4CD5A" w14:textId="7030E6D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1F1561B6" w14:textId="1947E06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2524A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9F65501" w14:textId="24AEB10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A28019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BD121C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109536A" w14:textId="1160A6F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DD1E30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28001F86" w14:textId="346E6E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C61B5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613B34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CD12FA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01E5F4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8391A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1A7669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E177A9B" w14:textId="0D162AF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15C77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1528757" w14:textId="5D3F33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61ED0B2" w14:textId="6FE0538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73930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0803B7D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B17334" w14:textId="707117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F9D442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F4CFAE4" w14:textId="4D48CF9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741CB6E" w14:textId="2A1443A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72260330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6B6A9" w14:textId="651F332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ascendente o equivalente.</w:t>
            </w:r>
          </w:p>
        </w:tc>
      </w:tr>
      <w:tr w:rsidR="000A3748" w:rsidRPr="00013A5B" w14:paraId="059D9F2B" w14:textId="77777777" w:rsidTr="00A16FCA">
        <w:tc>
          <w:tcPr>
            <w:tcW w:w="1398" w:type="dxa"/>
          </w:tcPr>
          <w:p w14:paraId="3FA6A7FB" w14:textId="0AEFEDB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02709672</w:t>
            </w:r>
          </w:p>
        </w:tc>
        <w:tc>
          <w:tcPr>
            <w:tcW w:w="2297" w:type="dxa"/>
          </w:tcPr>
          <w:p w14:paraId="317F6F0E" w14:textId="783A678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0D4434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6A26CB4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6D51F2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BDBD59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B9E1AA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B70A0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77871355" w14:textId="6AD4C9A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00492A4C" w14:textId="1548737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64A4C32A" w14:textId="79B805BD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17025173" w14:textId="444A5B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EFB598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A6C7F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68527A64" w14:textId="7B301B9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F2E2D7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6993E21C" w14:textId="08B8D3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95633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B10DAD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0A822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0D2D47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D102F6A" w14:textId="0CA7AE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0F7B37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AD0B1E" w14:textId="03B8319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4E902F6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C7844EA" w14:textId="5B1A9D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CF87017" w14:textId="5EAB770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1F10D3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7945EA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11FF1F0F" w14:textId="58065CC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3572A8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207AA6D" w14:textId="128954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21FD93" w14:textId="35B89C9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209D269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3FDAB34" w14:textId="5749AA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discendente o equivalente.</w:t>
            </w:r>
          </w:p>
        </w:tc>
      </w:tr>
      <w:tr w:rsidR="000A3748" w:rsidRPr="00013A5B" w14:paraId="5ABFA331" w14:textId="77777777" w:rsidTr="00A16FCA">
        <w:tc>
          <w:tcPr>
            <w:tcW w:w="1398" w:type="dxa"/>
          </w:tcPr>
          <w:p w14:paraId="752D08FC" w14:textId="04E4751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02709676</w:t>
            </w:r>
          </w:p>
        </w:tc>
        <w:tc>
          <w:tcPr>
            <w:tcW w:w="2297" w:type="dxa"/>
          </w:tcPr>
          <w:p w14:paraId="4B6C57C8" w14:textId="24564B4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707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730B687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7B35FD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5770A76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17D1F9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D67E9FB" w14:textId="716B8BC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5BBE998A" w14:textId="4688463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74FA3B30" w14:textId="1D7F0F95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E57546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0B0DADCF" w14:textId="715B80C8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D19E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2B9F56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43086202" w14:textId="5438A16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3A4C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5498B409" w14:textId="3133F57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013F8F2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E642C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40E05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08F3E54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FAF4F6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5385D2E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FF88909" w14:textId="2EBC2E53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0CAE03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AB7C8F7" w14:textId="259A0CD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7A56AE5" w14:textId="4D258BE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002B1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269F5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5F95F44" w14:textId="28F7515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AC899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CB6CA79" w14:textId="56BFBF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827C84" w14:textId="36FAB5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7EFB7D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1535D9" w14:textId="67B384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discendente o equivalente.</w:t>
            </w:r>
          </w:p>
        </w:tc>
      </w:tr>
      <w:tr w:rsidR="000A3748" w:rsidRPr="00013A5B" w14:paraId="04DF50BE" w14:textId="77777777" w:rsidTr="00A16FCA">
        <w:tc>
          <w:tcPr>
            <w:tcW w:w="1398" w:type="dxa"/>
          </w:tcPr>
          <w:p w14:paraId="1A67B325" w14:textId="0629465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02709680</w:t>
            </w:r>
          </w:p>
        </w:tc>
        <w:tc>
          <w:tcPr>
            <w:tcW w:w="2297" w:type="dxa"/>
          </w:tcPr>
          <w:p w14:paraId="787B66B9" w14:textId="3C080B8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120CB3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52208C5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45B4C88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37D1A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16C1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1A4DF15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1750598D" w14:textId="3B31446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6C1A8938" w14:textId="6344A26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4EED3B" w14:textId="77777777" w:rsidR="004E149E" w:rsidRPr="00F049B5" w:rsidRDefault="004E149E" w:rsidP="004E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4E40CB9A" w14:textId="23F281C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CFB86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E1F8A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3D0CB8BE" w14:textId="54E41E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C1832F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3767A3FE" w14:textId="17E71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E0B099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87B8F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4913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990298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A94D88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B42D8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6E2393" w14:textId="2445181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257BE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Range di temperatura: 1÷150 °C</w:t>
            </w:r>
          </w:p>
          <w:p w14:paraId="5B211317" w14:textId="060FD67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EE63452" w14:textId="59709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0071F4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ECCDD7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59FEA0" w14:textId="315846B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B89E28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3C53A0A" w14:textId="47D9F3C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4E149E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05068AB" w14:textId="62A1747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7CC0771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88382A" w14:textId="26A71D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discendente o equivalente.</w:t>
            </w:r>
          </w:p>
        </w:tc>
      </w:tr>
      <w:tr w:rsidR="00FA7F9E" w:rsidRPr="00013A5B" w14:paraId="7DA7606F" w14:textId="77777777" w:rsidTr="00A16FCA">
        <w:tc>
          <w:tcPr>
            <w:tcW w:w="1398" w:type="dxa"/>
          </w:tcPr>
          <w:p w14:paraId="5BD39558" w14:textId="6C4BE800" w:rsidR="00FA7F9E" w:rsidRPr="00F049B5" w:rsidRDefault="00FA7F9E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02709576</w:t>
            </w:r>
          </w:p>
        </w:tc>
        <w:tc>
          <w:tcPr>
            <w:tcW w:w="2297" w:type="dxa"/>
          </w:tcPr>
          <w:p w14:paraId="5F1535BF" w14:textId="4B907C84" w:rsidR="00FA7F9E" w:rsidRPr="00F049B5" w:rsidRDefault="00CE393A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Modulo 3 ingressi impulsivi per misuratore Evo</w:t>
            </w:r>
          </w:p>
        </w:tc>
        <w:tc>
          <w:tcPr>
            <w:tcW w:w="5803" w:type="dxa"/>
          </w:tcPr>
          <w:p w14:paraId="0F0C533D" w14:textId="77777777" w:rsidR="00FA7F9E" w:rsidRDefault="00CE393A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Modulo 3 ingressi impulsivi per misuratore Evo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(articolo opzionale).</w:t>
            </w:r>
          </w:p>
          <w:p w14:paraId="08A8D134" w14:textId="77777777" w:rsidR="00CE393A" w:rsidRDefault="00CE393A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BBBC5FD" w14:textId="4D1080AD" w:rsidR="00CE393A" w:rsidRPr="00F049B5" w:rsidRDefault="00CE393A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Pr="00CE393A">
              <w:rPr>
                <w:rFonts w:ascii="Poppins" w:hAnsi="Poppins" w:cs="Poppins"/>
                <w:b/>
                <w:bCs/>
                <w:color w:val="000000" w:themeColor="text1"/>
              </w:rPr>
              <w:t>Modulo 3 ingressi impulsivi per misuratore Evo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o equivalente.</w:t>
            </w:r>
          </w:p>
        </w:tc>
      </w:tr>
      <w:tr w:rsidR="000A3748" w:rsidRPr="00013A5B" w14:paraId="0875B50F" w14:textId="77777777" w:rsidTr="00A16FCA">
        <w:tc>
          <w:tcPr>
            <w:tcW w:w="1398" w:type="dxa"/>
          </w:tcPr>
          <w:p w14:paraId="1A5E969F" w14:textId="26AFBEA4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02708160</w:t>
            </w:r>
          </w:p>
        </w:tc>
        <w:tc>
          <w:tcPr>
            <w:tcW w:w="2297" w:type="dxa"/>
          </w:tcPr>
          <w:p w14:paraId="3F316A4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39C51160" w14:textId="65C6F15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1”1/4 F – 1” M</w:t>
            </w:r>
          </w:p>
        </w:tc>
        <w:tc>
          <w:tcPr>
            <w:tcW w:w="5803" w:type="dxa"/>
          </w:tcPr>
          <w:p w14:paraId="1C24B4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1”1/4 e da 2 codoli 1” maschio, per misuratori di energia DN 25.</w:t>
            </w:r>
          </w:p>
          <w:p w14:paraId="4722DBF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3871E1" w14:textId="46F145D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1”1/4 F – 1” M o equivalente.</w:t>
            </w:r>
          </w:p>
        </w:tc>
      </w:tr>
      <w:tr w:rsidR="000A3748" w:rsidRPr="00013A5B" w14:paraId="56C9821C" w14:textId="77777777" w:rsidTr="00A16FCA">
        <w:tc>
          <w:tcPr>
            <w:tcW w:w="1398" w:type="dxa"/>
          </w:tcPr>
          <w:p w14:paraId="5E741F61" w14:textId="0B91402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02708162</w:t>
            </w:r>
          </w:p>
        </w:tc>
        <w:tc>
          <w:tcPr>
            <w:tcW w:w="2297" w:type="dxa"/>
          </w:tcPr>
          <w:p w14:paraId="5E577C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7E4C5EC" w14:textId="5D5D78C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1”1/2 F – 1”1/4 M</w:t>
            </w:r>
          </w:p>
        </w:tc>
        <w:tc>
          <w:tcPr>
            <w:tcW w:w="5803" w:type="dxa"/>
          </w:tcPr>
          <w:p w14:paraId="65EE81D7" w14:textId="4923278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</w:t>
            </w:r>
            <w:r w:rsidR="008867F1" w:rsidRPr="00F049B5"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e da 2 codoli 1”1/4 maschio,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2.</w:t>
            </w:r>
          </w:p>
          <w:p w14:paraId="09F80D5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89C7FA" w14:textId="0E7B7D7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1”1/2 F – 1”1/4 M o equivalente.</w:t>
            </w:r>
          </w:p>
        </w:tc>
      </w:tr>
      <w:tr w:rsidR="000A3748" w:rsidRPr="00013A5B" w14:paraId="680AAC89" w14:textId="77777777" w:rsidTr="00A16FCA">
        <w:tc>
          <w:tcPr>
            <w:tcW w:w="1398" w:type="dxa"/>
          </w:tcPr>
          <w:p w14:paraId="5807FF0F" w14:textId="7C89F9E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02708164</w:t>
            </w:r>
          </w:p>
        </w:tc>
        <w:tc>
          <w:tcPr>
            <w:tcW w:w="2297" w:type="dxa"/>
          </w:tcPr>
          <w:p w14:paraId="54460A7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45D0BC97" w14:textId="1E0C13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2” F – 1”1/2 M</w:t>
            </w:r>
          </w:p>
        </w:tc>
        <w:tc>
          <w:tcPr>
            <w:tcW w:w="5803" w:type="dxa"/>
          </w:tcPr>
          <w:p w14:paraId="5042DC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2” e da 2 codoli 1”1/2 maschio, per misuratori di energia DN 40.</w:t>
            </w:r>
          </w:p>
          <w:p w14:paraId="300A00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FB409" w14:textId="725075E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2”F – 1”1/2 M o equivalente.</w:t>
            </w:r>
          </w:p>
        </w:tc>
      </w:tr>
      <w:tr w:rsidR="000A3748" w:rsidRPr="00013A5B" w14:paraId="1740C023" w14:textId="77777777" w:rsidTr="00A16FCA">
        <w:tc>
          <w:tcPr>
            <w:tcW w:w="1398" w:type="dxa"/>
          </w:tcPr>
          <w:p w14:paraId="4244158E" w14:textId="2A17BE5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02708196</w:t>
            </w:r>
          </w:p>
        </w:tc>
        <w:tc>
          <w:tcPr>
            <w:tcW w:w="2297" w:type="dxa"/>
          </w:tcPr>
          <w:p w14:paraId="6BED7E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Tee portasonda</w:t>
            </w:r>
          </w:p>
          <w:p w14:paraId="48FBB024" w14:textId="111BA4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 x 1” x 1”</w:t>
            </w:r>
          </w:p>
        </w:tc>
        <w:tc>
          <w:tcPr>
            <w:tcW w:w="5803" w:type="dxa"/>
          </w:tcPr>
          <w:p w14:paraId="6C87BF7A" w14:textId="6A42A0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1”, e riduzione 1” – (M10x1) per l’installazione del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DN 25.</w:t>
            </w:r>
          </w:p>
          <w:p w14:paraId="2EC9A95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A140D2" w14:textId="7E2847F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Tee portasonda 1” x 1” x 1” o equivalente.</w:t>
            </w:r>
          </w:p>
        </w:tc>
      </w:tr>
      <w:tr w:rsidR="000A3748" w:rsidRPr="00013A5B" w14:paraId="347FD19F" w14:textId="77777777" w:rsidTr="00A16FCA">
        <w:tc>
          <w:tcPr>
            <w:tcW w:w="1398" w:type="dxa"/>
          </w:tcPr>
          <w:p w14:paraId="3CC64283" w14:textId="2699903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02708296</w:t>
            </w:r>
          </w:p>
        </w:tc>
        <w:tc>
          <w:tcPr>
            <w:tcW w:w="2297" w:type="dxa"/>
          </w:tcPr>
          <w:p w14:paraId="1CF269AB" w14:textId="5473821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 e DN 40</w:t>
            </w:r>
          </w:p>
        </w:tc>
        <w:tc>
          <w:tcPr>
            <w:tcW w:w="5803" w:type="dxa"/>
          </w:tcPr>
          <w:p w14:paraId="063D22FD" w14:textId="07B260C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 e DN 40</w:t>
            </w:r>
            <w:r w:rsidR="00913F73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composto da 2 manicotti a saldare filettati per installazioni ortogonali e da 2 pozzetti da 1/2" L= 40 mm</w:t>
            </w:r>
          </w:p>
          <w:p w14:paraId="7274049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ACC8E67" w14:textId="4EDF293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portasonda per misuratori di energia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e DN 40 o equivalente.</w:t>
            </w:r>
          </w:p>
        </w:tc>
      </w:tr>
      <w:tr w:rsidR="00913F73" w:rsidRPr="00013A5B" w14:paraId="38A29526" w14:textId="77777777" w:rsidTr="00A16FCA">
        <w:tc>
          <w:tcPr>
            <w:tcW w:w="1398" w:type="dxa"/>
          </w:tcPr>
          <w:p w14:paraId="0C28B4C7" w14:textId="1C93A6FE" w:rsidR="00913F73" w:rsidRPr="00F049B5" w:rsidRDefault="00745110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02709722</w:t>
            </w:r>
          </w:p>
        </w:tc>
        <w:tc>
          <w:tcPr>
            <w:tcW w:w="2297" w:type="dxa"/>
          </w:tcPr>
          <w:p w14:paraId="10ABF503" w14:textId="5918DAF3" w:rsidR="00913F73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7B5A2A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flangiato e trasmissione dati DN 50</w:t>
            </w:r>
          </w:p>
        </w:tc>
        <w:tc>
          <w:tcPr>
            <w:tcW w:w="5803" w:type="dxa"/>
          </w:tcPr>
          <w:p w14:paraId="571CD1D6" w14:textId="594B8F7E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34BBEB" w14:textId="74FB5D4B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5919FA37" w14:textId="0058E59C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4A0F3A2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AF7E05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0825C70" w14:textId="44DFE5D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420E743" w14:textId="0EFEFA8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D54E67C" w14:textId="6F057E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1AE150" w14:textId="19766710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7B4291BA" w14:textId="1110C0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3DD7A57" w14:textId="4AC08F0C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2AB397E" w14:textId="583CA9C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1DC9611B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19F037A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C5541C6" w14:textId="65E76D1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DC93CB2" w14:textId="70D29F74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3C2A447E" w14:textId="5BFB209A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C9268B8" w14:textId="70E6325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C8379B" w14:textId="4A25901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370A0A34" w14:textId="4DEF8A2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7363F04" w14:textId="3D8C020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C42A35B" w14:textId="41E84D8E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381D8C4" w14:textId="2AD800D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476590A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FE328D7" w14:textId="0296F9F6" w:rsidR="00913F73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– Modello Misuratore di energia EVO caldo/freddo per alte portare con attacco flangiato e trasmissione dati DN 50 o equivalente.</w:t>
            </w:r>
          </w:p>
        </w:tc>
      </w:tr>
      <w:tr w:rsidR="00DF0D07" w:rsidRPr="00013A5B" w14:paraId="694B54E0" w14:textId="77777777" w:rsidTr="00A16FCA">
        <w:tc>
          <w:tcPr>
            <w:tcW w:w="1398" w:type="dxa"/>
          </w:tcPr>
          <w:p w14:paraId="5D188D66" w14:textId="2F438705" w:rsidR="00DF0D07" w:rsidRPr="00F049B5" w:rsidRDefault="00DF0D07" w:rsidP="00DF0D0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02709724</w:t>
            </w:r>
          </w:p>
        </w:tc>
        <w:tc>
          <w:tcPr>
            <w:tcW w:w="2297" w:type="dxa"/>
          </w:tcPr>
          <w:p w14:paraId="11F5772C" w14:textId="02889096" w:rsidR="00DF0D07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9149F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65</w:t>
            </w:r>
          </w:p>
        </w:tc>
        <w:tc>
          <w:tcPr>
            <w:tcW w:w="5803" w:type="dxa"/>
          </w:tcPr>
          <w:p w14:paraId="442A347B" w14:textId="5AD03AB4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22C3BC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15FF47F9" w14:textId="1EF27A01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D78D1C7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14B396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783A315E" w14:textId="325F60E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B84E5F9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647760FD" w14:textId="4206F59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2D0BA87" w14:textId="0D2B7B55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C90A71C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4679D63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60DABFD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658BFE9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B40150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02A334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A3334C7" w14:textId="6E3E6AF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297CA2B8" w14:textId="26A3A72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2D7B30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Temperatura ambiente: 0÷55 °C</w:t>
            </w:r>
          </w:p>
          <w:p w14:paraId="6A11DEC0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A9B4AFC" w14:textId="5A1ACBD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2987A37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95738F" w14:textId="7BF2BF0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767F1E25" w14:textId="6BBE5611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05B4728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0E982CB" w14:textId="1F2EC727" w:rsidR="00DF0D07" w:rsidRPr="00F049B5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65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B939AD" w:rsidRPr="00013A5B" w14:paraId="32F3FD6F" w14:textId="77777777" w:rsidTr="00A16FCA">
        <w:tc>
          <w:tcPr>
            <w:tcW w:w="1398" w:type="dxa"/>
          </w:tcPr>
          <w:p w14:paraId="2AD80D15" w14:textId="47DE5489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02709726</w:t>
            </w:r>
          </w:p>
        </w:tc>
        <w:tc>
          <w:tcPr>
            <w:tcW w:w="2297" w:type="dxa"/>
          </w:tcPr>
          <w:p w14:paraId="3D7AB41F" w14:textId="345F92C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9149F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80</w:t>
            </w:r>
          </w:p>
        </w:tc>
        <w:tc>
          <w:tcPr>
            <w:tcW w:w="5803" w:type="dxa"/>
          </w:tcPr>
          <w:p w14:paraId="7E21CED0" w14:textId="06815CAD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7207F33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360AE70A" w14:textId="0A84ED8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B4E44EC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B6E6D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57C32038" w14:textId="748C9BC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B7FB2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742BF0B2" w14:textId="6751EA3C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BDC689" w14:textId="64AB735A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0F7668F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CA479A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CDB096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5A048E2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CF6BC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F668EC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7C8142AF" w14:textId="4A3128F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5E82937" w14:textId="174652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681DD5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2F158C4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8B35DAD" w14:textId="7E04F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41DA68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08ADD2A" w14:textId="7E48656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A5376B7" w14:textId="722B460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EFE17E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5CECC5" w14:textId="2F2389E0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8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51775C88" w14:textId="77777777" w:rsidTr="00A16FCA">
        <w:tc>
          <w:tcPr>
            <w:tcW w:w="1398" w:type="dxa"/>
          </w:tcPr>
          <w:p w14:paraId="7C1E36D5" w14:textId="60178236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02709728</w:t>
            </w:r>
          </w:p>
        </w:tc>
        <w:tc>
          <w:tcPr>
            <w:tcW w:w="2297" w:type="dxa"/>
          </w:tcPr>
          <w:p w14:paraId="2E2A731B" w14:textId="165076C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9149F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5803" w:type="dxa"/>
          </w:tcPr>
          <w:p w14:paraId="7506A86E" w14:textId="32C535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1B787A4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7F7A213" w14:textId="04FA754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2119A27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853AFB3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2D881E4D" w14:textId="16F13E0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FF33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E5E492A" w14:textId="14660F8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2299018" w14:textId="024809F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F89DF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55078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0E3F9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1AAB8F5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D8669D0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28965676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2A7FB71F" w14:textId="18D3CC9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0A0FA54" w14:textId="6EA0981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AB028BB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13175AF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2096A2F" w14:textId="3E7238E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E3B463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0302A912" w14:textId="7C77FE0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81CDB47" w14:textId="6B8B712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614EE1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D8E91AD" w14:textId="504AB46B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10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1A9DCB81" w14:textId="77777777" w:rsidTr="00A16FCA">
        <w:tc>
          <w:tcPr>
            <w:tcW w:w="1398" w:type="dxa"/>
          </w:tcPr>
          <w:p w14:paraId="6CE91C49" w14:textId="762A4BC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</w:tcPr>
          <w:p w14:paraId="45EF1F1F" w14:textId="6E79860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3C6188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125</w:t>
            </w:r>
          </w:p>
        </w:tc>
        <w:tc>
          <w:tcPr>
            <w:tcW w:w="5803" w:type="dxa"/>
          </w:tcPr>
          <w:p w14:paraId="58B187C4" w14:textId="377701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DB24EAF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2C81594E" w14:textId="146F309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94BD4F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D36A49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6455BF39" w14:textId="3BE7786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895E3B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394DE6E8" w14:textId="33D3BB3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CA01CAF" w14:textId="1939473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5794D94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9A1DEB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EAC67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76CB7EF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7D3BAF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10B8E77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Range di temperatura: 5÷55 °C</w:t>
            </w:r>
          </w:p>
          <w:p w14:paraId="209436DE" w14:textId="2D3475C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7109A170" w14:textId="00359D16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98327C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99819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370C58B7" w14:textId="31C115A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6FB4316E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D937B4" w14:textId="47BBD5B5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E3AE037" w14:textId="497D4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3B86024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189B2D2" w14:textId="3AAF5D69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125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B939AD" w:rsidRPr="00013A5B" w14:paraId="0EC04512" w14:textId="77777777" w:rsidTr="00A16FCA">
        <w:tc>
          <w:tcPr>
            <w:tcW w:w="1398" w:type="dxa"/>
          </w:tcPr>
          <w:p w14:paraId="37C5A5D3" w14:textId="4570B40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97" w:type="dxa"/>
          </w:tcPr>
          <w:p w14:paraId="34776692" w14:textId="79B36935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caldo/freddo per</w:t>
            </w:r>
            <w:r w:rsidR="003C6188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150</w:t>
            </w:r>
          </w:p>
        </w:tc>
        <w:tc>
          <w:tcPr>
            <w:tcW w:w="5803" w:type="dxa"/>
          </w:tcPr>
          <w:p w14:paraId="56A2EBF5" w14:textId="735A3655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42ECD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985084F" w14:textId="632E1C81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F9CC9D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CF822C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65B3F3B" w14:textId="3724F4AD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595757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11C8A842" w14:textId="199FFA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EBA4C5" w14:textId="5E5B0ECF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401D0D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5A0C13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32037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5F4E39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CC51E8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lastRenderedPageBreak/>
              <w:t>Dati tecnici unità elettronica EVO:</w:t>
            </w:r>
          </w:p>
          <w:p w14:paraId="4F6EE54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6C5ED73E" w14:textId="42DA398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D74486F" w14:textId="54CBEE6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10B74C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6F8D02A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FAC08F4" w14:textId="4644534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5E0405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171169A8" w14:textId="7F31E33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20F04E9" w14:textId="05748F6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653C1EE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3A6BD7D" w14:textId="2056A35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50 o equivalente.</w:t>
            </w:r>
          </w:p>
        </w:tc>
      </w:tr>
      <w:tr w:rsidR="003C6188" w:rsidRPr="00013A5B" w14:paraId="21EE7A19" w14:textId="77777777" w:rsidTr="00A16FCA">
        <w:tc>
          <w:tcPr>
            <w:tcW w:w="1398" w:type="dxa"/>
          </w:tcPr>
          <w:p w14:paraId="7931AADE" w14:textId="35B577CF" w:rsidR="003C6188" w:rsidRDefault="003C6188" w:rsidP="003C61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02709576</w:t>
            </w:r>
          </w:p>
        </w:tc>
        <w:tc>
          <w:tcPr>
            <w:tcW w:w="2297" w:type="dxa"/>
          </w:tcPr>
          <w:p w14:paraId="0175055B" w14:textId="0DC21A91" w:rsidR="003C6188" w:rsidRPr="00DF0D07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Modulo 3 ingressi impulsivi per misuratore Evo</w:t>
            </w:r>
          </w:p>
        </w:tc>
        <w:tc>
          <w:tcPr>
            <w:tcW w:w="5803" w:type="dxa"/>
          </w:tcPr>
          <w:p w14:paraId="6A81E266" w14:textId="77777777" w:rsidR="003C6188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Modulo 3 ingressi impulsivi per misuratore Evo (articolo opzionale).</w:t>
            </w:r>
          </w:p>
          <w:p w14:paraId="13D745F7" w14:textId="77777777" w:rsidR="003C6188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15B2D88" w14:textId="44A3BF37" w:rsidR="003C6188" w:rsidRPr="00DF0D07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Pr="00CE393A">
              <w:rPr>
                <w:rFonts w:ascii="Poppins" w:hAnsi="Poppins" w:cs="Poppins"/>
                <w:b/>
                <w:bCs/>
                <w:color w:val="000000" w:themeColor="text1"/>
              </w:rPr>
              <w:t>Modulo 3 ingressi impulsivi per misuratore Evo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o equivalente.</w:t>
            </w:r>
          </w:p>
        </w:tc>
      </w:tr>
      <w:tr w:rsidR="003C6188" w:rsidRPr="00614C92" w14:paraId="588C0106" w14:textId="77777777" w:rsidTr="00A16FCA">
        <w:tc>
          <w:tcPr>
            <w:tcW w:w="1398" w:type="dxa"/>
            <w:hideMark/>
          </w:tcPr>
          <w:p w14:paraId="7B142684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02708296</w:t>
            </w:r>
          </w:p>
        </w:tc>
        <w:tc>
          <w:tcPr>
            <w:tcW w:w="2297" w:type="dxa"/>
            <w:hideMark/>
          </w:tcPr>
          <w:p w14:paraId="4F16A30B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50 e DN 65</w:t>
            </w:r>
          </w:p>
        </w:tc>
        <w:tc>
          <w:tcPr>
            <w:tcW w:w="5803" w:type="dxa"/>
          </w:tcPr>
          <w:p w14:paraId="3279B809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50 e DN 65 composto da 2 manicotti a saldare filettati per installazioni ortogonali e da 2 pozzetti da 1/2" L= 40 mm.</w:t>
            </w:r>
          </w:p>
          <w:p w14:paraId="0295FF59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F71B726" w14:textId="696E199E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portasonda per misuratori di energia DN 50 e DN 65 o equivalente.</w:t>
            </w:r>
          </w:p>
        </w:tc>
      </w:tr>
      <w:tr w:rsidR="003C6188" w:rsidRPr="00614C92" w14:paraId="4A2F8EEC" w14:textId="77777777" w:rsidTr="00A16FCA">
        <w:tc>
          <w:tcPr>
            <w:tcW w:w="1398" w:type="dxa"/>
            <w:hideMark/>
          </w:tcPr>
          <w:p w14:paraId="0E103A52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02708298</w:t>
            </w:r>
          </w:p>
        </w:tc>
        <w:tc>
          <w:tcPr>
            <w:tcW w:w="2297" w:type="dxa"/>
            <w:hideMark/>
          </w:tcPr>
          <w:p w14:paraId="1F9A07ED" w14:textId="5E863170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80,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sz w:val="20"/>
              </w:rPr>
              <w:t>DN 100 e DN125</w:t>
            </w:r>
          </w:p>
        </w:tc>
        <w:tc>
          <w:tcPr>
            <w:tcW w:w="5803" w:type="dxa"/>
          </w:tcPr>
          <w:p w14:paraId="732EC20C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80,DN 100 e DN125 composto da 2 manicotti a saldare filettati per installazioni a 45 ° e da 2 pozzetti da 1/2" L= 85 mm.</w:t>
            </w:r>
          </w:p>
          <w:p w14:paraId="63D733FA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1F1F422" w14:textId="1C11CD6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80, DN 100 e DN125 o equivalente.</w:t>
            </w:r>
          </w:p>
        </w:tc>
      </w:tr>
      <w:tr w:rsidR="003C6188" w:rsidRPr="00614C92" w14:paraId="735F1DF0" w14:textId="77777777" w:rsidTr="00A16FCA">
        <w:tc>
          <w:tcPr>
            <w:tcW w:w="1398" w:type="dxa"/>
            <w:hideMark/>
          </w:tcPr>
          <w:p w14:paraId="1D8AD405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02708294</w:t>
            </w:r>
          </w:p>
        </w:tc>
        <w:tc>
          <w:tcPr>
            <w:tcW w:w="2297" w:type="dxa"/>
            <w:hideMark/>
          </w:tcPr>
          <w:p w14:paraId="71F486F3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150 e DN 200</w:t>
            </w:r>
          </w:p>
        </w:tc>
        <w:tc>
          <w:tcPr>
            <w:tcW w:w="5803" w:type="dxa"/>
          </w:tcPr>
          <w:p w14:paraId="4CEA0EE3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150 e DN 200 composto da 2 manicotti a saldare filettati per installazioni a 45 ° e da 2 pozzetti da 1/2" L= 120 mm.</w:t>
            </w:r>
          </w:p>
          <w:p w14:paraId="4A4A08FC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5478251" w14:textId="42DD70D4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150 e DN 200 o equivalente.</w:t>
            </w:r>
          </w:p>
        </w:tc>
      </w:tr>
      <w:tr w:rsidR="003C6188" w:rsidRPr="00614C92" w14:paraId="31F4F9AE" w14:textId="77777777" w:rsidTr="00A16FCA">
        <w:tc>
          <w:tcPr>
            <w:tcW w:w="1398" w:type="dxa"/>
            <w:hideMark/>
          </w:tcPr>
          <w:p w14:paraId="230C6917" w14:textId="2E75D5BE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9480</w:t>
            </w:r>
          </w:p>
        </w:tc>
        <w:tc>
          <w:tcPr>
            <w:tcW w:w="2297" w:type="dxa"/>
            <w:hideMark/>
          </w:tcPr>
          <w:p w14:paraId="2E285639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testina ottica USB</w:t>
            </w:r>
          </w:p>
        </w:tc>
        <w:tc>
          <w:tcPr>
            <w:tcW w:w="5803" w:type="dxa"/>
          </w:tcPr>
          <w:p w14:paraId="4A706E7E" w14:textId="7FE45EED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Testina ottica USB completa di software “Device Monitor” per la configurazione dell’indirizzo M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primario e gli ingressi impulsivi dei misuratori di energia EVO.</w:t>
            </w:r>
          </w:p>
          <w:p w14:paraId="2221162D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64BB894" w14:textId="26277070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testina ottica USB o equivalente.</w:t>
            </w:r>
          </w:p>
        </w:tc>
      </w:tr>
      <w:tr w:rsidR="003C6188" w:rsidRPr="00614C92" w14:paraId="289A98D9" w14:textId="77777777" w:rsidTr="00A16FCA">
        <w:tc>
          <w:tcPr>
            <w:tcW w:w="1398" w:type="dxa"/>
            <w:hideMark/>
          </w:tcPr>
          <w:p w14:paraId="1E1B61FA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02708214</w:t>
            </w:r>
          </w:p>
        </w:tc>
        <w:tc>
          <w:tcPr>
            <w:tcW w:w="2297" w:type="dxa"/>
            <w:hideMark/>
          </w:tcPr>
          <w:p w14:paraId="1B8A7E87" w14:textId="5257FC80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Micro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Master</w:t>
            </w:r>
          </w:p>
        </w:tc>
        <w:tc>
          <w:tcPr>
            <w:tcW w:w="5803" w:type="dxa"/>
          </w:tcPr>
          <w:p w14:paraId="2B24B831" w14:textId="71139124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Strumento per la configurazione degli adattatori di impulsi tramite il software MBCONF (fornito in dotazione).</w:t>
            </w:r>
          </w:p>
          <w:p w14:paraId="3ABAFDA7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2A1BEF1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02270423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 tramite PC, interfaccia USB.</w:t>
            </w:r>
          </w:p>
          <w:p w14:paraId="2DD66B5D" w14:textId="3EF161DC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Dimensioni: </w:t>
            </w:r>
            <w:r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0x54x110 mm.</w:t>
            </w:r>
          </w:p>
          <w:p w14:paraId="15E18E8E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92697CF" w14:textId="558C709B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Micro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>Master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3C6188" w:rsidRPr="00614C92" w14:paraId="1B1685F6" w14:textId="77777777" w:rsidTr="00A16FCA">
        <w:tc>
          <w:tcPr>
            <w:tcW w:w="1398" w:type="dxa"/>
            <w:hideMark/>
          </w:tcPr>
          <w:p w14:paraId="4DE67C98" w14:textId="409AAA51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02708394</w:t>
            </w:r>
          </w:p>
        </w:tc>
        <w:tc>
          <w:tcPr>
            <w:tcW w:w="2297" w:type="dxa"/>
            <w:hideMark/>
          </w:tcPr>
          <w:p w14:paraId="1E46C32A" w14:textId="6E62C939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Adattatore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di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impulsi</w:t>
            </w:r>
          </w:p>
        </w:tc>
        <w:tc>
          <w:tcPr>
            <w:tcW w:w="5803" w:type="dxa"/>
          </w:tcPr>
          <w:p w14:paraId="5B61C43D" w14:textId="3E4D1E21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Strumento per l’interfacciamento dei contatori volumetrici lanciaimpulsi per acqua sanitaria con la rete M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in alternativa ai misuratori di energia EVO.</w:t>
            </w:r>
          </w:p>
          <w:p w14:paraId="50B23153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F1B1CD6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049B5">
              <w:rPr>
                <w:rFonts w:ascii="Poppins" w:hAnsi="Poppins" w:cs="Poppins"/>
                <w:b/>
              </w:rPr>
              <w:t>Dati tecnici:</w:t>
            </w:r>
          </w:p>
          <w:p w14:paraId="2E2E15DC" w14:textId="17842AA4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N° max di contatori collegabili su ciascun adattatore: 2</w:t>
            </w:r>
          </w:p>
          <w:p w14:paraId="390963C7" w14:textId="735F98E2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 tramite rete M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o batteria interna</w:t>
            </w:r>
          </w:p>
          <w:p w14:paraId="4007236A" w14:textId="2CB00B1F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Grado di protezione: IP68</w:t>
            </w:r>
          </w:p>
          <w:p w14:paraId="4CE3B357" w14:textId="4AADE674" w:rsidR="003C6188" w:rsidRPr="009C5CB3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Dimensioni: 108x65x28 mm</w:t>
            </w:r>
          </w:p>
          <w:p w14:paraId="3687EA91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DDFBB05" w14:textId="3BF78F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Adattatori per impulsi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3C6188" w:rsidRPr="00614C92" w14:paraId="5625A51E" w14:textId="77777777" w:rsidTr="00A16FCA">
        <w:tc>
          <w:tcPr>
            <w:tcW w:w="1398" w:type="dxa"/>
            <w:hideMark/>
          </w:tcPr>
          <w:p w14:paraId="4A1DEB5C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02708262</w:t>
            </w:r>
          </w:p>
        </w:tc>
        <w:tc>
          <w:tcPr>
            <w:tcW w:w="2297" w:type="dxa"/>
            <w:hideMark/>
          </w:tcPr>
          <w:p w14:paraId="78DAFCB7" w14:textId="092CFE0F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Cavo per sistema di contabilizzazione con trasmissione dati tramite protocollo M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Bus</w:t>
            </w:r>
            <w:r>
              <w:rPr>
                <w:rFonts w:ascii="Poppins" w:hAnsi="Poppins" w:cs="Poppins"/>
                <w:bCs/>
                <w:sz w:val="20"/>
              </w:rPr>
              <w:t xml:space="preserve"> L = 250 m</w:t>
            </w:r>
          </w:p>
        </w:tc>
        <w:tc>
          <w:tcPr>
            <w:tcW w:w="5803" w:type="dxa"/>
          </w:tcPr>
          <w:p w14:paraId="041DDF96" w14:textId="41C25B5F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per sistema di contabilizzazione con trasmissione dati tramite protocollo M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Bus:</w:t>
            </w:r>
          </w:p>
          <w:p w14:paraId="09172E93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9626FE7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306BDB18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telefonico TRR 1+T a 2 fili twistato non schermato</w:t>
            </w:r>
          </w:p>
          <w:p w14:paraId="34C0E9F5" w14:textId="7C45C7A4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Conduttore: filo in rame stagnato (CU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Sn) con diametro 0,6 mm</w:t>
            </w:r>
          </w:p>
          <w:p w14:paraId="67DC255B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Isolante: PVC con spessore minimo pari a 0.15 mm</w:t>
            </w:r>
          </w:p>
          <w:p w14:paraId="03920D99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massima del conduttore in dc a 20 °: 67,9 ohm/km</w:t>
            </w:r>
          </w:p>
          <w:p w14:paraId="15204B86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isolante minima: 500 Mohm/km</w:t>
            </w:r>
          </w:p>
          <w:p w14:paraId="12FE1C37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lastRenderedPageBreak/>
              <w:t>Capacità mutua massima a 80 Hz: 120 nF/km</w:t>
            </w:r>
          </w:p>
          <w:p w14:paraId="398D16DD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Metri confezione: 250 m</w:t>
            </w:r>
          </w:p>
          <w:p w14:paraId="74B2EE8E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F76A85D" w14:textId="721DC56E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Cavo per sistema di contabilizzazione con trasmissione dati tramite protocollo M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 xml:space="preserve">Bus </w:t>
            </w:r>
            <w:r w:rsidRPr="00D842AB">
              <w:rPr>
                <w:rFonts w:ascii="Poppins" w:hAnsi="Poppins" w:cs="Poppins"/>
                <w:b/>
                <w:bCs/>
              </w:rPr>
              <w:t xml:space="preserve">L = 250 m </w:t>
            </w:r>
            <w:r w:rsidRPr="00F049B5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3C6188" w:rsidRPr="00614C92" w14:paraId="238555D0" w14:textId="77777777" w:rsidTr="00A16FCA">
        <w:tc>
          <w:tcPr>
            <w:tcW w:w="1398" w:type="dxa"/>
            <w:hideMark/>
          </w:tcPr>
          <w:p w14:paraId="7D3C459D" w14:textId="1745BBE8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lastRenderedPageBreak/>
              <w:t>0270</w:t>
            </w:r>
            <w:r>
              <w:rPr>
                <w:rFonts w:ascii="Poppins" w:hAnsi="Poppins" w:cs="Poppins"/>
                <w:bCs/>
                <w:sz w:val="20"/>
              </w:rPr>
              <w:t>9760</w:t>
            </w:r>
          </w:p>
        </w:tc>
        <w:tc>
          <w:tcPr>
            <w:tcW w:w="2297" w:type="dxa"/>
            <w:hideMark/>
          </w:tcPr>
          <w:p w14:paraId="0C479073" w14:textId="77777777" w:rsidR="003C6188" w:rsidRPr="006734D6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 xml:space="preserve">Energy Manager </w:t>
            </w:r>
          </w:p>
          <w:p w14:paraId="307D3B5C" w14:textId="4D44AD13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>Concentratore EVO 20</w:t>
            </w:r>
          </w:p>
        </w:tc>
        <w:tc>
          <w:tcPr>
            <w:tcW w:w="5803" w:type="dxa"/>
          </w:tcPr>
          <w:p w14:paraId="4F5AF902" w14:textId="56A65134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Unità centrale della rete M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(Master) per il collegamento al massimo di 20 indirizzi.</w:t>
            </w:r>
          </w:p>
          <w:p w14:paraId="700FB198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51CF554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62FC5A93" w14:textId="05405032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Display grafico, luminoso (</w:t>
            </w:r>
            <w:r>
              <w:rPr>
                <w:rFonts w:ascii="Poppins" w:hAnsi="Poppins" w:cs="Poppins"/>
                <w:bCs/>
              </w:rPr>
              <w:t>a colori</w:t>
            </w:r>
            <w:r w:rsidRPr="00F049B5">
              <w:rPr>
                <w:rFonts w:ascii="Poppins" w:hAnsi="Poppins" w:cs="Poppins"/>
                <w:bCs/>
              </w:rPr>
              <w:t>), multilingua.</w:t>
            </w:r>
          </w:p>
          <w:p w14:paraId="062BA90D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Tastiera a membrana tattile 6 tasti.</w:t>
            </w:r>
          </w:p>
          <w:p w14:paraId="0A74A428" w14:textId="48C1B738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t>Memoria in grado di registrare 1 anno di letture (nel caso di 250 strumenti, letti ogni 15 min)</w:t>
            </w:r>
          </w:p>
          <w:p w14:paraId="5A034434" w14:textId="77777777" w:rsidR="003C6188" w:rsidRPr="006734D6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50C4CBD" w14:textId="5D89CC6F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Interfacce:</w:t>
            </w:r>
          </w:p>
          <w:p w14:paraId="03E8B6D2" w14:textId="43C7A014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connessione a filo per massimo 20 indirizzi</w:t>
            </w:r>
          </w:p>
          <w:p w14:paraId="11BA46B2" w14:textId="3E18A7E6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N° </w:t>
            </w:r>
            <w:r>
              <w:rPr>
                <w:rFonts w:ascii="Poppins" w:hAnsi="Poppins" w:cs="Poppins"/>
                <w:bCs/>
              </w:rPr>
              <w:t>1</w:t>
            </w:r>
            <w:r w:rsidRPr="00F049B5">
              <w:rPr>
                <w:rFonts w:ascii="Poppins" w:hAnsi="Poppins" w:cs="Poppins"/>
                <w:bCs/>
              </w:rPr>
              <w:t xml:space="preserve"> port</w:t>
            </w:r>
            <w:r>
              <w:rPr>
                <w:rFonts w:ascii="Poppins" w:hAnsi="Poppins" w:cs="Poppins"/>
                <w:bCs/>
              </w:rPr>
              <w:t>a</w:t>
            </w:r>
            <w:r w:rsidRPr="00F049B5">
              <w:rPr>
                <w:rFonts w:ascii="Poppins" w:hAnsi="Poppins" w:cs="Poppins"/>
                <w:bCs/>
              </w:rPr>
              <w:t xml:space="preserve"> Ethernet</w:t>
            </w:r>
          </w:p>
          <w:p w14:paraId="5CD05006" w14:textId="6E09875D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t>Webserver multilingua e sicuro (SSL) per configurazione e consultazione dati, con possibilità di connessione in locale tramite cavo Ethernet, oppure in remoto tramite modem esterno UMTS optional (nessun software necessario)</w:t>
            </w:r>
          </w:p>
          <w:p w14:paraId="7D83363E" w14:textId="4435A359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Esportazione dei dati su Pc, anche mediante invio e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mail</w:t>
            </w:r>
          </w:p>
          <w:p w14:paraId="2DC4F41E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7D5E5A8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63D8582A" w14:textId="1D94D8DB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Alimentazione: 24 Vdc +/</w:t>
            </w:r>
            <w:r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 xml:space="preserve"> 10 %, 24 Vac (min 20 Vac, max 40 Vac)</w:t>
            </w:r>
          </w:p>
          <w:p w14:paraId="7DBB2017" w14:textId="0B71D6DD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Consumo massimo: </w:t>
            </w:r>
            <w:r>
              <w:rPr>
                <w:rFonts w:ascii="Poppins" w:hAnsi="Poppins" w:cs="Poppins"/>
                <w:bCs/>
              </w:rPr>
              <w:t>14,5</w:t>
            </w:r>
            <w:r w:rsidRPr="00F049B5">
              <w:rPr>
                <w:rFonts w:ascii="Poppins" w:hAnsi="Poppins" w:cs="Poppins"/>
                <w:bCs/>
              </w:rPr>
              <w:t xml:space="preserve"> W</w:t>
            </w:r>
          </w:p>
          <w:p w14:paraId="0ECB1496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Grado di protezione: IP20</w:t>
            </w:r>
          </w:p>
          <w:p w14:paraId="1FE16648" w14:textId="77777777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Dimensioni HxLxP: 90x71x62 mm</w:t>
            </w:r>
          </w:p>
          <w:p w14:paraId="251D9CF1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 </w:t>
            </w:r>
          </w:p>
          <w:p w14:paraId="7C1A99A5" w14:textId="7BB7053B" w:rsidR="003C6188" w:rsidRPr="00F049B5" w:rsidRDefault="003C6188" w:rsidP="003C618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Energy Manager Concentratore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EVO 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20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3C6188" w:rsidRPr="00614C92" w14:paraId="06DE0F03" w14:textId="77777777" w:rsidTr="00A16FCA">
        <w:tc>
          <w:tcPr>
            <w:tcW w:w="1398" w:type="dxa"/>
            <w:hideMark/>
          </w:tcPr>
          <w:p w14:paraId="4D39E49A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02708290</w:t>
            </w:r>
          </w:p>
        </w:tc>
        <w:tc>
          <w:tcPr>
            <w:tcW w:w="2297" w:type="dxa"/>
            <w:hideMark/>
          </w:tcPr>
          <w:p w14:paraId="4103D232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Energy Manager </w:t>
            </w:r>
          </w:p>
          <w:p w14:paraId="4AA3915E" w14:textId="52DD2C32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Espansione 60</w:t>
            </w:r>
          </w:p>
        </w:tc>
        <w:tc>
          <w:tcPr>
            <w:tcW w:w="5803" w:type="dxa"/>
          </w:tcPr>
          <w:p w14:paraId="7FEA77CD" w14:textId="010CFB0F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Espansione all’unità centrale della rete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(Concentratore) per il collegamento di ulteriori 60 indirizzi.</w:t>
            </w:r>
          </w:p>
          <w:p w14:paraId="6102E703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7653B86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1A970EE" w14:textId="5474D97F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>Alimentazione: 24Vdc +/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10%, 24Vac (min 20Vac, max 40Vac) </w:t>
            </w:r>
          </w:p>
          <w:p w14:paraId="2C5E077F" w14:textId="3FF9C594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Consumo massimo: 12 W </w:t>
            </w:r>
          </w:p>
          <w:p w14:paraId="2E524CFC" w14:textId="2B658EE6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Master per il collegamento di max 60 indirizzi</w:t>
            </w:r>
          </w:p>
          <w:p w14:paraId="26601BB7" w14:textId="7FB9C14D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Slave per il collegamento al concentratore</w:t>
            </w:r>
          </w:p>
          <w:p w14:paraId="50140FD9" w14:textId="4F26E0AC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Dimensioni: 90x71x62 mm (HxLxP) – DIN (4 moduli)</w:t>
            </w:r>
          </w:p>
          <w:p w14:paraId="2CB0E5E7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1970A23E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Il numero di indirizzi che ciascuna espansione è in grado di gestire va sommato al numero di indirizzi gestito dal concentratore (max 20 indirizzi). </w:t>
            </w:r>
          </w:p>
          <w:p w14:paraId="110CD767" w14:textId="0084D57B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Pertanto, se ad es. si abbina un concentratore ad un modulo di espansione da 60 indirizzi, è possibile gestire in totale 60 + 20 = 80 indirizzi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34B04AB5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6DB1484" w14:textId="649374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E’ possibile abbinare ad un concentratore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fino a 4 espansioni da 60 indirizzi (20+60+60+60+60=260 indirizzi totali considerando però che il limite massimo di indi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rizzi M</w:t>
            </w:r>
            <w:r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gestibili è 250).</w:t>
            </w:r>
          </w:p>
          <w:p w14:paraId="09C69B06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0DAED2EA" w14:textId="71DCF490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Espansione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60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3C6188" w:rsidRPr="00614C92" w14:paraId="3F5AA866" w14:textId="77777777" w:rsidTr="00A16FCA">
        <w:tc>
          <w:tcPr>
            <w:tcW w:w="1398" w:type="dxa"/>
            <w:hideMark/>
          </w:tcPr>
          <w:p w14:paraId="0FF29BD1" w14:textId="4D988E4F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02709770</w:t>
            </w:r>
          </w:p>
        </w:tc>
        <w:tc>
          <w:tcPr>
            <w:tcW w:w="2297" w:type="dxa"/>
            <w:hideMark/>
          </w:tcPr>
          <w:p w14:paraId="69505D77" w14:textId="7EBDFC2F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  <w:sz w:val="20"/>
              </w:rPr>
              <w:t>Energy Manager Kit connettività RUT2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00</w:t>
            </w:r>
          </w:p>
        </w:tc>
        <w:tc>
          <w:tcPr>
            <w:tcW w:w="5803" w:type="dxa"/>
          </w:tcPr>
          <w:p w14:paraId="52EFC7ED" w14:textId="75529815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Kit connettività RUT2</w:t>
            </w:r>
            <w:r>
              <w:rPr>
                <w:rFonts w:ascii="Poppins" w:hAnsi="Poppins" w:cs="Poppins"/>
                <w:bCs/>
                <w:color w:val="000000" w:themeColor="text1"/>
              </w:rPr>
              <w:t>00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consente la trasmissione dei dati da concentratore Energy Manager in remoto.</w:t>
            </w:r>
          </w:p>
          <w:p w14:paraId="53D5A663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5D1542" w14:textId="77777777" w:rsidR="003C6188" w:rsidRPr="009A2CEA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>Il kit comprende:</w:t>
            </w:r>
          </w:p>
          <w:p w14:paraId="7C055107" w14:textId="2F328181" w:rsidR="003C6188" w:rsidRPr="009A2CEA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 xml:space="preserve">Modem Router </w:t>
            </w:r>
            <w:r>
              <w:rPr>
                <w:rFonts w:ascii="Poppins" w:hAnsi="Poppins" w:cs="Poppins"/>
                <w:bCs/>
                <w:color w:val="000000" w:themeColor="text1"/>
                <w:lang w:val="fr-FR"/>
              </w:rPr>
              <w:t>4G</w:t>
            </w:r>
          </w:p>
          <w:p w14:paraId="73026164" w14:textId="4AD8BA64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Alimentatore a muro</w:t>
            </w:r>
          </w:p>
          <w:p w14:paraId="3D5F303D" w14:textId="787C1902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Cavo di rete tipo CAT 5E lunghezza </w:t>
            </w:r>
            <w:r>
              <w:rPr>
                <w:rFonts w:ascii="Poppins" w:hAnsi="Poppins" w:cs="Poppins"/>
                <w:bCs/>
                <w:color w:val="000000" w:themeColor="text1"/>
              </w:rPr>
              <w:t>1,5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</w:p>
          <w:p w14:paraId="07CA7831" w14:textId="761414F3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N° 2 antenne </w:t>
            </w:r>
            <w:r>
              <w:rPr>
                <w:rFonts w:ascii="Poppins" w:hAnsi="Poppins" w:cs="Poppins"/>
                <w:bCs/>
                <w:color w:val="000000" w:themeColor="text1"/>
              </w:rPr>
              <w:t>LTE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omnidirezionali per installazione interna</w:t>
            </w:r>
          </w:p>
          <w:p w14:paraId="573A11A9" w14:textId="491C046A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N° 1 antenna WiFi omnidirezionale</w:t>
            </w:r>
          </w:p>
          <w:p w14:paraId="7D71B615" w14:textId="388B8EBC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SIM Vodafone comprensiva di servizio traffico dati (500 MB/mese) con validità di 24 mesi dal momento della registrazione, o entro un termine massimo indicato, per accedere da remoto al concentratore sia da PC che da dispositivi mobili. </w:t>
            </w:r>
          </w:p>
          <w:p w14:paraId="0E632C02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9BFD41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La registrazione della SIM deve essere effettuata da parte dell’utilizzatore finale tramite il sito del fornitore del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servizio utilizzando la procedura all’interno della confezione.</w:t>
            </w:r>
          </w:p>
          <w:p w14:paraId="344F66C1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L’articolo deve essere ordinato solo nel momento in cui si vuole attivare il servizio. La durata di 24 mesi dell’abbonamento dati decorre dal momento dell’attivazione o da un termine massimo indicato sull’etichetta del prodotto. </w:t>
            </w:r>
          </w:p>
          <w:p w14:paraId="6525C02B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Utilizzare il kit connettività dopo tale data comporta una durata inferiore dell’abbonamento dati.</w:t>
            </w:r>
          </w:p>
          <w:p w14:paraId="744A2B74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71E851" w14:textId="77777777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18EA49EA" w14:textId="64CCD460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240 VAC &gt; 9 VDC</w:t>
            </w:r>
          </w:p>
          <w:p w14:paraId="6F224B5B" w14:textId="2B712B32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Consumo max: 5 W</w:t>
            </w:r>
          </w:p>
          <w:p w14:paraId="4B0EBF8D" w14:textId="77777777" w:rsidR="003C6188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</w:rPr>
              <w:t>Bande di trasmissione: HSUPA/ HSDPA/ UMTS (850/900/AWS1700/1900/2100 MHz) EDGE (850/900/1800/1900 MHz) GSM (850/900/1800/1900 MHz)</w:t>
            </w:r>
          </w:p>
          <w:p w14:paraId="2D897728" w14:textId="392BCC5C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Porte LAN: 4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(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x LAN 10/100 Mbps porte Ethernet e 1 x WAN 10/100 Mbps porta Ethernet)</w:t>
            </w:r>
          </w:p>
          <w:p w14:paraId="62CFB8F6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ACF5B4" w14:textId="72AA1DCE" w:rsidR="003C6188" w:rsidRPr="00F049B5" w:rsidRDefault="003C6188" w:rsidP="003C6188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Kit connettività RUT2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00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3C6188" w:rsidRPr="00614C92" w14:paraId="51B78F6E" w14:textId="77777777" w:rsidTr="00A16FCA">
        <w:tc>
          <w:tcPr>
            <w:tcW w:w="1398" w:type="dxa"/>
            <w:hideMark/>
          </w:tcPr>
          <w:p w14:paraId="13FB18C4" w14:textId="52A239C8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76</w:t>
            </w:r>
          </w:p>
        </w:tc>
        <w:tc>
          <w:tcPr>
            <w:tcW w:w="2297" w:type="dxa"/>
            <w:hideMark/>
          </w:tcPr>
          <w:p w14:paraId="22F1C42A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Cavo adattatore USB/Ethernet</w:t>
            </w:r>
          </w:p>
        </w:tc>
        <w:tc>
          <w:tcPr>
            <w:tcW w:w="5803" w:type="dxa"/>
          </w:tcPr>
          <w:p w14:paraId="4FC732A7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cavo adattatore USB/Ethernet consente il collegamento diretto tra laptop e concentratore, nel caso in cui il laptop non sia provvisto di porta Ethernet</w:t>
            </w:r>
          </w:p>
          <w:p w14:paraId="27EF2170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E28754" w14:textId="2BD7D1F1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Connettori: RJ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45 Femmina, USB Type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 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.0 Maschio </w:t>
            </w:r>
          </w:p>
          <w:p w14:paraId="5C6E597C" w14:textId="1BCB206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Supporta gli standard USB 1.1, 2.0 e 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.0</w:t>
            </w:r>
          </w:p>
          <w:p w14:paraId="106BDE30" w14:textId="4B02F353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CD con Driver di installazione incluso</w:t>
            </w:r>
          </w:p>
          <w:p w14:paraId="4B3D89CC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BC83DF" w14:textId="0B2E9ADF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Compatibile con Windows XP/Vista/7/8/8.1/10, Mac OS e Linux. La registrazione deve essere effettuata da parte dell’utilizzatore finale tramite il sito del fornitore del servizio utilizzando la procedura all’interno della confezione.</w:t>
            </w:r>
          </w:p>
          <w:p w14:paraId="15F80361" w14:textId="7777777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1BC73E" w14:textId="0D395B67" w:rsidR="003C6188" w:rsidRPr="00F049B5" w:rsidRDefault="003C6188" w:rsidP="003C618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Cavo adattatore USB/Ethernet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3C6188" w:rsidRPr="00614C92" w14:paraId="0E64AE5D" w14:textId="77777777" w:rsidTr="00A16FCA">
        <w:tc>
          <w:tcPr>
            <w:tcW w:w="1398" w:type="dxa"/>
            <w:hideMark/>
          </w:tcPr>
          <w:p w14:paraId="0A065D2F" w14:textId="3795583B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281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91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  <w:hideMark/>
          </w:tcPr>
          <w:p w14:paraId="31318EF8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Trasformatore </w:t>
            </w:r>
          </w:p>
          <w:p w14:paraId="55469117" w14:textId="37BAFCA3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0/24 V 10 VA</w:t>
            </w:r>
          </w:p>
        </w:tc>
        <w:tc>
          <w:tcPr>
            <w:tcW w:w="5803" w:type="dxa"/>
          </w:tcPr>
          <w:p w14:paraId="059E0891" w14:textId="52728C95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Trasformatore 2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0/24 Vac, 10 A, da utilizzare per alimentare il concentratore Energy Manager, nel caso in cui a questo non venga abbinata alcuna espansione.</w:t>
            </w:r>
          </w:p>
          <w:p w14:paraId="1ABB539B" w14:textId="77777777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832C3D" w14:textId="77777777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0644EC37" w14:textId="452F1F58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 2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Vac 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50</w:t>
            </w:r>
            <w:r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60 Hz</w:t>
            </w:r>
          </w:p>
          <w:p w14:paraId="1D26BB78" w14:textId="2A9A2610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Potenza: 10 VA</w:t>
            </w:r>
          </w:p>
          <w:p w14:paraId="71F2BAFD" w14:textId="2CCD3BB5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Agganciabile su guida DIN (EN 60715)</w:t>
            </w:r>
          </w:p>
          <w:p w14:paraId="3623DE47" w14:textId="528E154C" w:rsidR="003C6188" w:rsidRPr="00F049B5" w:rsidRDefault="003C6188" w:rsidP="003C6188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Dimensione: 2 moduli DIN (95x</w:t>
            </w:r>
            <w:r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5x58 mm)</w:t>
            </w:r>
          </w:p>
          <w:p w14:paraId="50689D65" w14:textId="77777777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913244F" w14:textId="6FDE3E5E" w:rsidR="003C6188" w:rsidRPr="00F049B5" w:rsidRDefault="003C6188" w:rsidP="003C618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Trasformatore 2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0/24 V 10 VA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3C6188" w:rsidRPr="00614C92" w14:paraId="3E91FCAC" w14:textId="77777777" w:rsidTr="00A16FCA">
        <w:tc>
          <w:tcPr>
            <w:tcW w:w="1398" w:type="dxa"/>
            <w:hideMark/>
          </w:tcPr>
          <w:p w14:paraId="2DEEA6B5" w14:textId="3DC4FB8B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lastRenderedPageBreak/>
              <w:t>2815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420</w:t>
            </w:r>
          </w:p>
        </w:tc>
        <w:tc>
          <w:tcPr>
            <w:tcW w:w="2297" w:type="dxa"/>
            <w:hideMark/>
          </w:tcPr>
          <w:p w14:paraId="377E3E87" w14:textId="77777777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 xml:space="preserve">Trasformatore </w:t>
            </w:r>
          </w:p>
          <w:p w14:paraId="0131938B" w14:textId="67E7458F" w:rsidR="003C6188" w:rsidRPr="00F049B5" w:rsidRDefault="003C6188" w:rsidP="003C618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0/24 V 6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 xml:space="preserve"> VA</w:t>
            </w:r>
          </w:p>
        </w:tc>
        <w:tc>
          <w:tcPr>
            <w:tcW w:w="5803" w:type="dxa"/>
          </w:tcPr>
          <w:p w14:paraId="65F5EE72" w14:textId="1D87D3C5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Trasformatore 2</w:t>
            </w:r>
            <w:r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0/24 V 6</w:t>
            </w:r>
            <w:r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 xml:space="preserve"> VA</w:t>
            </w:r>
          </w:p>
          <w:p w14:paraId="26C9790A" w14:textId="77777777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Misura: 8 moduli DIN</w:t>
            </w:r>
          </w:p>
          <w:p w14:paraId="1A35299C" w14:textId="77777777" w:rsidR="003C6188" w:rsidRPr="00F049B5" w:rsidRDefault="003C6188" w:rsidP="003C6188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</w:p>
          <w:p w14:paraId="048A0943" w14:textId="770DBA56" w:rsidR="003C6188" w:rsidRPr="00F049B5" w:rsidRDefault="003C6188" w:rsidP="003C618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Trasformatore 2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0/24 V 6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VA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C52D3" w14:textId="77777777" w:rsidR="002D1F86" w:rsidRDefault="002D1F86">
      <w:r>
        <w:separator/>
      </w:r>
    </w:p>
  </w:endnote>
  <w:endnote w:type="continuationSeparator" w:id="0">
    <w:p w14:paraId="614DCCA7" w14:textId="77777777" w:rsidR="002D1F86" w:rsidRDefault="002D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0A3748" w:rsidRDefault="000A374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0A3748" w14:paraId="113E374E" w14:textId="77777777" w:rsidTr="004706FD">
      <w:tc>
        <w:tcPr>
          <w:tcW w:w="4534" w:type="dxa"/>
        </w:tcPr>
        <w:p w14:paraId="3458580B" w14:textId="67429273" w:rsidR="000A3748" w:rsidRPr="00C86331" w:rsidRDefault="000A374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65A53">
            <w:rPr>
              <w:rFonts w:ascii="Poppins" w:hAnsi="Poppins" w:cs="Poppins"/>
              <w:iCs/>
              <w:noProof/>
              <w:sz w:val="16"/>
            </w:rPr>
            <w:t>Strumenti per la contabilizzazione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2A73AD09" w:rsidR="000A3748" w:rsidRPr="00EC29FF" w:rsidRDefault="000A374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C6188">
            <w:rPr>
              <w:rFonts w:ascii="Poppins" w:hAnsi="Poppins" w:cs="Poppins"/>
              <w:noProof/>
              <w:sz w:val="14"/>
              <w:szCs w:val="14"/>
            </w:rPr>
            <w:t>38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0A3748" w:rsidRPr="005C61B9" w:rsidRDefault="000A374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3B07" w14:textId="77777777" w:rsidR="002D1F86" w:rsidRDefault="002D1F86">
      <w:r>
        <w:separator/>
      </w:r>
    </w:p>
  </w:footnote>
  <w:footnote w:type="continuationSeparator" w:id="0">
    <w:p w14:paraId="73D721E6" w14:textId="77777777" w:rsidR="002D1F86" w:rsidRDefault="002D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0A3748" w:rsidRDefault="000A374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  <w:p w14:paraId="173F6678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06B"/>
    <w:multiLevelType w:val="hybridMultilevel"/>
    <w:tmpl w:val="B4CEE084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4775E"/>
    <w:multiLevelType w:val="hybridMultilevel"/>
    <w:tmpl w:val="209A244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9735D6"/>
    <w:multiLevelType w:val="hybridMultilevel"/>
    <w:tmpl w:val="234EF316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1462D"/>
    <w:multiLevelType w:val="hybridMultilevel"/>
    <w:tmpl w:val="DA0C89D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2A624A2"/>
    <w:multiLevelType w:val="hybridMultilevel"/>
    <w:tmpl w:val="81F29C7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9E0A82"/>
    <w:multiLevelType w:val="hybridMultilevel"/>
    <w:tmpl w:val="BEF2CD1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924C8"/>
    <w:multiLevelType w:val="hybridMultilevel"/>
    <w:tmpl w:val="AED6B99E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4B500D"/>
    <w:multiLevelType w:val="hybridMultilevel"/>
    <w:tmpl w:val="B1908F2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1547511">
    <w:abstractNumId w:val="27"/>
  </w:num>
  <w:num w:numId="2" w16cid:durableId="490679121">
    <w:abstractNumId w:val="26"/>
  </w:num>
  <w:num w:numId="3" w16cid:durableId="1792240673">
    <w:abstractNumId w:val="11"/>
  </w:num>
  <w:num w:numId="4" w16cid:durableId="727151880">
    <w:abstractNumId w:val="6"/>
  </w:num>
  <w:num w:numId="5" w16cid:durableId="1171750164">
    <w:abstractNumId w:val="20"/>
  </w:num>
  <w:num w:numId="6" w16cid:durableId="1135829158">
    <w:abstractNumId w:val="18"/>
  </w:num>
  <w:num w:numId="7" w16cid:durableId="1938521090">
    <w:abstractNumId w:val="14"/>
  </w:num>
  <w:num w:numId="8" w16cid:durableId="2036423060">
    <w:abstractNumId w:val="18"/>
  </w:num>
  <w:num w:numId="9" w16cid:durableId="1585988963">
    <w:abstractNumId w:val="0"/>
  </w:num>
  <w:num w:numId="10" w16cid:durableId="1366251213">
    <w:abstractNumId w:val="18"/>
  </w:num>
  <w:num w:numId="11" w16cid:durableId="1426072086">
    <w:abstractNumId w:val="31"/>
  </w:num>
  <w:num w:numId="12" w16cid:durableId="1261334504">
    <w:abstractNumId w:val="34"/>
  </w:num>
  <w:num w:numId="13" w16cid:durableId="50349861">
    <w:abstractNumId w:val="30"/>
  </w:num>
  <w:num w:numId="14" w16cid:durableId="108361666">
    <w:abstractNumId w:val="15"/>
  </w:num>
  <w:num w:numId="15" w16cid:durableId="1383552461">
    <w:abstractNumId w:val="32"/>
  </w:num>
  <w:num w:numId="16" w16cid:durableId="1596861278">
    <w:abstractNumId w:val="39"/>
  </w:num>
  <w:num w:numId="17" w16cid:durableId="1696661507">
    <w:abstractNumId w:val="42"/>
  </w:num>
  <w:num w:numId="18" w16cid:durableId="2085255007">
    <w:abstractNumId w:val="33"/>
  </w:num>
  <w:num w:numId="19" w16cid:durableId="425927271">
    <w:abstractNumId w:val="2"/>
  </w:num>
  <w:num w:numId="20" w16cid:durableId="779760426">
    <w:abstractNumId w:val="3"/>
  </w:num>
  <w:num w:numId="21" w16cid:durableId="707531639">
    <w:abstractNumId w:val="21"/>
  </w:num>
  <w:num w:numId="22" w16cid:durableId="161820626">
    <w:abstractNumId w:val="8"/>
  </w:num>
  <w:num w:numId="23" w16cid:durableId="1977567522">
    <w:abstractNumId w:val="29"/>
  </w:num>
  <w:num w:numId="24" w16cid:durableId="1603534940">
    <w:abstractNumId w:val="40"/>
  </w:num>
  <w:num w:numId="25" w16cid:durableId="2125691574">
    <w:abstractNumId w:val="13"/>
  </w:num>
  <w:num w:numId="26" w16cid:durableId="481117278">
    <w:abstractNumId w:val="17"/>
  </w:num>
  <w:num w:numId="27" w16cid:durableId="941884044">
    <w:abstractNumId w:val="36"/>
  </w:num>
  <w:num w:numId="28" w16cid:durableId="750852426">
    <w:abstractNumId w:val="19"/>
  </w:num>
  <w:num w:numId="29" w16cid:durableId="1694451324">
    <w:abstractNumId w:val="7"/>
  </w:num>
  <w:num w:numId="30" w16cid:durableId="779644661">
    <w:abstractNumId w:val="24"/>
  </w:num>
  <w:num w:numId="31" w16cid:durableId="636685973">
    <w:abstractNumId w:val="37"/>
  </w:num>
  <w:num w:numId="32" w16cid:durableId="2120758615">
    <w:abstractNumId w:val="10"/>
  </w:num>
  <w:num w:numId="33" w16cid:durableId="453252519">
    <w:abstractNumId w:val="10"/>
  </w:num>
  <w:num w:numId="34" w16cid:durableId="914819716">
    <w:abstractNumId w:val="1"/>
  </w:num>
  <w:num w:numId="35" w16cid:durableId="1803771435">
    <w:abstractNumId w:val="22"/>
  </w:num>
  <w:num w:numId="36" w16cid:durableId="10646479">
    <w:abstractNumId w:val="35"/>
  </w:num>
  <w:num w:numId="37" w16cid:durableId="205800233">
    <w:abstractNumId w:val="5"/>
  </w:num>
  <w:num w:numId="38" w16cid:durableId="485361562">
    <w:abstractNumId w:val="4"/>
  </w:num>
  <w:num w:numId="39" w16cid:durableId="576594238">
    <w:abstractNumId w:val="9"/>
  </w:num>
  <w:num w:numId="40" w16cid:durableId="899629713">
    <w:abstractNumId w:val="25"/>
  </w:num>
  <w:num w:numId="41" w16cid:durableId="1445616110">
    <w:abstractNumId w:val="23"/>
  </w:num>
  <w:num w:numId="42" w16cid:durableId="1439174417">
    <w:abstractNumId w:val="12"/>
  </w:num>
  <w:num w:numId="43" w16cid:durableId="177424669">
    <w:abstractNumId w:val="16"/>
  </w:num>
  <w:num w:numId="44" w16cid:durableId="1356419856">
    <w:abstractNumId w:val="28"/>
  </w:num>
  <w:num w:numId="45" w16cid:durableId="886261040">
    <w:abstractNumId w:val="41"/>
  </w:num>
  <w:num w:numId="46" w16cid:durableId="205068930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470F"/>
    <w:rsid w:val="0006784D"/>
    <w:rsid w:val="0009136B"/>
    <w:rsid w:val="000A3748"/>
    <w:rsid w:val="000A41FB"/>
    <w:rsid w:val="000B234D"/>
    <w:rsid w:val="000B4EA7"/>
    <w:rsid w:val="000B6932"/>
    <w:rsid w:val="000C52FA"/>
    <w:rsid w:val="000D4C88"/>
    <w:rsid w:val="000F7A52"/>
    <w:rsid w:val="00103A0D"/>
    <w:rsid w:val="00117A0E"/>
    <w:rsid w:val="001441C6"/>
    <w:rsid w:val="00144FE2"/>
    <w:rsid w:val="001450AB"/>
    <w:rsid w:val="0015218D"/>
    <w:rsid w:val="001557A0"/>
    <w:rsid w:val="001620E3"/>
    <w:rsid w:val="00171DAE"/>
    <w:rsid w:val="0019100E"/>
    <w:rsid w:val="00195A49"/>
    <w:rsid w:val="001A5581"/>
    <w:rsid w:val="001B20B3"/>
    <w:rsid w:val="001C2D2D"/>
    <w:rsid w:val="001D2B03"/>
    <w:rsid w:val="001D365F"/>
    <w:rsid w:val="001E0165"/>
    <w:rsid w:val="001E6403"/>
    <w:rsid w:val="001F782F"/>
    <w:rsid w:val="00216524"/>
    <w:rsid w:val="00221645"/>
    <w:rsid w:val="002267A6"/>
    <w:rsid w:val="0023000E"/>
    <w:rsid w:val="002346C2"/>
    <w:rsid w:val="00264BCF"/>
    <w:rsid w:val="0028448D"/>
    <w:rsid w:val="00285A03"/>
    <w:rsid w:val="002862D2"/>
    <w:rsid w:val="00292B46"/>
    <w:rsid w:val="002B29B5"/>
    <w:rsid w:val="002B5D63"/>
    <w:rsid w:val="002C7D18"/>
    <w:rsid w:val="002D1F86"/>
    <w:rsid w:val="002E1EEB"/>
    <w:rsid w:val="002F7EEA"/>
    <w:rsid w:val="00304518"/>
    <w:rsid w:val="0032752D"/>
    <w:rsid w:val="003333BC"/>
    <w:rsid w:val="00341C35"/>
    <w:rsid w:val="00344430"/>
    <w:rsid w:val="00350CA2"/>
    <w:rsid w:val="003524C7"/>
    <w:rsid w:val="00357812"/>
    <w:rsid w:val="00365710"/>
    <w:rsid w:val="00372ECE"/>
    <w:rsid w:val="00385731"/>
    <w:rsid w:val="003A147D"/>
    <w:rsid w:val="003B0FFE"/>
    <w:rsid w:val="003B3116"/>
    <w:rsid w:val="003C471E"/>
    <w:rsid w:val="003C54CF"/>
    <w:rsid w:val="003C6188"/>
    <w:rsid w:val="003D0300"/>
    <w:rsid w:val="003D4BE3"/>
    <w:rsid w:val="003E1E94"/>
    <w:rsid w:val="00402F28"/>
    <w:rsid w:val="004272FC"/>
    <w:rsid w:val="00433C12"/>
    <w:rsid w:val="00440D03"/>
    <w:rsid w:val="0044592F"/>
    <w:rsid w:val="00447EFC"/>
    <w:rsid w:val="004706FD"/>
    <w:rsid w:val="00474537"/>
    <w:rsid w:val="0048382E"/>
    <w:rsid w:val="004A5AB6"/>
    <w:rsid w:val="004B2E98"/>
    <w:rsid w:val="004C11A1"/>
    <w:rsid w:val="004C366D"/>
    <w:rsid w:val="004C5F44"/>
    <w:rsid w:val="004E149E"/>
    <w:rsid w:val="004E7AA0"/>
    <w:rsid w:val="004F1A26"/>
    <w:rsid w:val="00500468"/>
    <w:rsid w:val="005235FA"/>
    <w:rsid w:val="00525BAE"/>
    <w:rsid w:val="0052796F"/>
    <w:rsid w:val="00530F9B"/>
    <w:rsid w:val="005315F1"/>
    <w:rsid w:val="00536743"/>
    <w:rsid w:val="0054295B"/>
    <w:rsid w:val="0055149E"/>
    <w:rsid w:val="00562D44"/>
    <w:rsid w:val="00562E55"/>
    <w:rsid w:val="00584984"/>
    <w:rsid w:val="0059646B"/>
    <w:rsid w:val="005B1998"/>
    <w:rsid w:val="005C61B9"/>
    <w:rsid w:val="005C79D1"/>
    <w:rsid w:val="005E1169"/>
    <w:rsid w:val="006015C2"/>
    <w:rsid w:val="006040F5"/>
    <w:rsid w:val="00610639"/>
    <w:rsid w:val="00620C00"/>
    <w:rsid w:val="00664F23"/>
    <w:rsid w:val="00665813"/>
    <w:rsid w:val="006734D6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379B9"/>
    <w:rsid w:val="00745110"/>
    <w:rsid w:val="00745AB1"/>
    <w:rsid w:val="0074712F"/>
    <w:rsid w:val="00757AC7"/>
    <w:rsid w:val="00782096"/>
    <w:rsid w:val="007B5A2A"/>
    <w:rsid w:val="007B5BA3"/>
    <w:rsid w:val="007C0458"/>
    <w:rsid w:val="007C48D5"/>
    <w:rsid w:val="007C4ACA"/>
    <w:rsid w:val="007D240D"/>
    <w:rsid w:val="007D5EC7"/>
    <w:rsid w:val="007E6E02"/>
    <w:rsid w:val="007E7665"/>
    <w:rsid w:val="007F4841"/>
    <w:rsid w:val="007F7C03"/>
    <w:rsid w:val="008014DD"/>
    <w:rsid w:val="0080323F"/>
    <w:rsid w:val="00830828"/>
    <w:rsid w:val="00844BBC"/>
    <w:rsid w:val="00844BE8"/>
    <w:rsid w:val="00856252"/>
    <w:rsid w:val="008574C8"/>
    <w:rsid w:val="00867692"/>
    <w:rsid w:val="008804CB"/>
    <w:rsid w:val="00882947"/>
    <w:rsid w:val="00883018"/>
    <w:rsid w:val="008867F1"/>
    <w:rsid w:val="00887902"/>
    <w:rsid w:val="008A2C0A"/>
    <w:rsid w:val="008B5587"/>
    <w:rsid w:val="008C2F88"/>
    <w:rsid w:val="008E3FB9"/>
    <w:rsid w:val="008E5212"/>
    <w:rsid w:val="008F6103"/>
    <w:rsid w:val="009027D5"/>
    <w:rsid w:val="00904071"/>
    <w:rsid w:val="009059BB"/>
    <w:rsid w:val="00913F73"/>
    <w:rsid w:val="009149F5"/>
    <w:rsid w:val="009221F1"/>
    <w:rsid w:val="00923354"/>
    <w:rsid w:val="00931A8A"/>
    <w:rsid w:val="00936F47"/>
    <w:rsid w:val="0094047C"/>
    <w:rsid w:val="00942B09"/>
    <w:rsid w:val="00962740"/>
    <w:rsid w:val="0097169F"/>
    <w:rsid w:val="00992282"/>
    <w:rsid w:val="0099452E"/>
    <w:rsid w:val="009A219D"/>
    <w:rsid w:val="009A2CEA"/>
    <w:rsid w:val="009B37F1"/>
    <w:rsid w:val="009C1166"/>
    <w:rsid w:val="009C5CB3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03DC"/>
    <w:rsid w:val="00A16A8D"/>
    <w:rsid w:val="00A16FCA"/>
    <w:rsid w:val="00A216E2"/>
    <w:rsid w:val="00A471F3"/>
    <w:rsid w:val="00A62A77"/>
    <w:rsid w:val="00A65A53"/>
    <w:rsid w:val="00A66442"/>
    <w:rsid w:val="00A743FF"/>
    <w:rsid w:val="00A82E78"/>
    <w:rsid w:val="00AB1477"/>
    <w:rsid w:val="00AC0741"/>
    <w:rsid w:val="00AC3B66"/>
    <w:rsid w:val="00AD05EC"/>
    <w:rsid w:val="00AD1706"/>
    <w:rsid w:val="00AD5DCE"/>
    <w:rsid w:val="00AE3752"/>
    <w:rsid w:val="00AE685A"/>
    <w:rsid w:val="00AF350C"/>
    <w:rsid w:val="00AF57DC"/>
    <w:rsid w:val="00B06959"/>
    <w:rsid w:val="00B131C9"/>
    <w:rsid w:val="00B26173"/>
    <w:rsid w:val="00B406A9"/>
    <w:rsid w:val="00B70371"/>
    <w:rsid w:val="00B7475F"/>
    <w:rsid w:val="00B867FD"/>
    <w:rsid w:val="00B939AD"/>
    <w:rsid w:val="00B93CD1"/>
    <w:rsid w:val="00BB0104"/>
    <w:rsid w:val="00BB2A5B"/>
    <w:rsid w:val="00BD14D8"/>
    <w:rsid w:val="00BD731B"/>
    <w:rsid w:val="00BE3E47"/>
    <w:rsid w:val="00BF1E16"/>
    <w:rsid w:val="00BF7134"/>
    <w:rsid w:val="00C02A40"/>
    <w:rsid w:val="00C02E1C"/>
    <w:rsid w:val="00C04156"/>
    <w:rsid w:val="00C055AD"/>
    <w:rsid w:val="00C06425"/>
    <w:rsid w:val="00C11E5C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A366F"/>
    <w:rsid w:val="00CB1475"/>
    <w:rsid w:val="00CC31A7"/>
    <w:rsid w:val="00CD213D"/>
    <w:rsid w:val="00CE393A"/>
    <w:rsid w:val="00CE5350"/>
    <w:rsid w:val="00CE7C2F"/>
    <w:rsid w:val="00D03AA3"/>
    <w:rsid w:val="00D061A5"/>
    <w:rsid w:val="00D14A15"/>
    <w:rsid w:val="00D14B86"/>
    <w:rsid w:val="00D178ED"/>
    <w:rsid w:val="00D17F30"/>
    <w:rsid w:val="00D2119B"/>
    <w:rsid w:val="00D229AF"/>
    <w:rsid w:val="00D22B44"/>
    <w:rsid w:val="00D26FD9"/>
    <w:rsid w:val="00D440AE"/>
    <w:rsid w:val="00D44371"/>
    <w:rsid w:val="00D52887"/>
    <w:rsid w:val="00D62BDF"/>
    <w:rsid w:val="00D832BB"/>
    <w:rsid w:val="00D842AB"/>
    <w:rsid w:val="00D902A4"/>
    <w:rsid w:val="00DA3646"/>
    <w:rsid w:val="00DD1545"/>
    <w:rsid w:val="00DD2E16"/>
    <w:rsid w:val="00DE5C0B"/>
    <w:rsid w:val="00DF0D07"/>
    <w:rsid w:val="00E05904"/>
    <w:rsid w:val="00E07577"/>
    <w:rsid w:val="00E17A38"/>
    <w:rsid w:val="00E33153"/>
    <w:rsid w:val="00E36C49"/>
    <w:rsid w:val="00E37CDF"/>
    <w:rsid w:val="00E42389"/>
    <w:rsid w:val="00E5632D"/>
    <w:rsid w:val="00E655F6"/>
    <w:rsid w:val="00E7391C"/>
    <w:rsid w:val="00E94BE3"/>
    <w:rsid w:val="00E95775"/>
    <w:rsid w:val="00E958E5"/>
    <w:rsid w:val="00EA01C8"/>
    <w:rsid w:val="00EB33B9"/>
    <w:rsid w:val="00EC0509"/>
    <w:rsid w:val="00EC29FF"/>
    <w:rsid w:val="00EC652D"/>
    <w:rsid w:val="00ED24CF"/>
    <w:rsid w:val="00EE2606"/>
    <w:rsid w:val="00EF73E5"/>
    <w:rsid w:val="00F049B5"/>
    <w:rsid w:val="00F2657C"/>
    <w:rsid w:val="00F50F65"/>
    <w:rsid w:val="00F53758"/>
    <w:rsid w:val="00F60A08"/>
    <w:rsid w:val="00F65F58"/>
    <w:rsid w:val="00F916E0"/>
    <w:rsid w:val="00FA7F9E"/>
    <w:rsid w:val="00FB2DA6"/>
    <w:rsid w:val="00FD02BC"/>
    <w:rsid w:val="00FD255D"/>
    <w:rsid w:val="00FE081C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5ABD-6DE2-4936-955D-DCF40973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17</TotalTime>
  <Pages>38</Pages>
  <Words>9132</Words>
  <Characters>48504</Characters>
  <Application>Microsoft Office Word</Application>
  <DocSecurity>0</DocSecurity>
  <Lines>404</Lines>
  <Paragraphs>115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57521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53</cp:revision>
  <cp:lastPrinted>2013-11-14T13:48:00Z</cp:lastPrinted>
  <dcterms:created xsi:type="dcterms:W3CDTF">2025-01-15T08:16:00Z</dcterms:created>
  <dcterms:modified xsi:type="dcterms:W3CDTF">2025-12-22T13:36:00Z</dcterms:modified>
</cp:coreProperties>
</file>